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065C2943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18A7987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70914F71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742E1B">
        <w:rPr>
          <w:rFonts w:ascii="Corbel" w:hAnsi="Corbel"/>
          <w:i/>
          <w:smallCaps/>
          <w:sz w:val="24"/>
          <w:szCs w:val="24"/>
        </w:rPr>
        <w:t>2022/2023 – 2023</w:t>
      </w:r>
      <w:r w:rsidR="007A5948">
        <w:rPr>
          <w:rFonts w:ascii="Corbel" w:hAnsi="Corbel"/>
          <w:i/>
          <w:smallCaps/>
          <w:sz w:val="24"/>
          <w:szCs w:val="24"/>
        </w:rPr>
        <w:t>/202</w:t>
      </w:r>
      <w:r w:rsidR="00742E1B">
        <w:rPr>
          <w:rFonts w:ascii="Corbel" w:hAnsi="Corbel"/>
          <w:i/>
          <w:smallCaps/>
          <w:sz w:val="24"/>
          <w:szCs w:val="24"/>
        </w:rPr>
        <w:t>4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P="00EA4832" w:rsidRDefault="00EA4832" w14:paraId="11A19B10" w14:textId="6F6E31D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75190EBF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75190EBF" w:rsidR="00EA4832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75190EBF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75190EBF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7FC675C6" w14:textId="2790F99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</w:t>
      </w:r>
      <w:r w:rsidR="00445970">
        <w:rPr>
          <w:rFonts w:ascii="Corbel" w:hAnsi="Corbel"/>
          <w:sz w:val="20"/>
          <w:szCs w:val="20"/>
        </w:rPr>
        <w:t xml:space="preserve">akademicki </w:t>
      </w:r>
      <w:r w:rsidR="00052066">
        <w:rPr>
          <w:rFonts w:ascii="Corbel" w:hAnsi="Corbel"/>
          <w:sz w:val="20"/>
          <w:szCs w:val="20"/>
        </w:rPr>
        <w:t>2023</w:t>
      </w:r>
      <w:r w:rsidR="00052066">
        <w:rPr>
          <w:rFonts w:ascii="Corbel" w:hAnsi="Corbel"/>
          <w:sz w:val="20"/>
          <w:szCs w:val="20"/>
        </w:rPr>
        <w:t>/2024</w:t>
      </w:r>
    </w:p>
    <w:p w:rsidRPr="009C54AE" w:rsidR="0085747A" w:rsidP="009C54AE" w:rsidRDefault="0085747A" w14:paraId="7BA1194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6E53857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EEA6E99" w14:paraId="65B5CED6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533395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5190EBF" w:rsidRDefault="00742E1B" w14:paraId="692C5B41" w14:textId="097DBF9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EEA6E99" w:rsidR="082EB6E1">
              <w:rPr>
                <w:rFonts w:ascii="Corbel" w:hAnsi="Corbel"/>
                <w:b w:val="1"/>
                <w:bCs w:val="1"/>
                <w:sz w:val="24"/>
                <w:szCs w:val="24"/>
              </w:rPr>
              <w:t>Kryminologia z elementami nauk policyjnych</w:t>
            </w:r>
          </w:p>
        </w:tc>
      </w:tr>
      <w:tr w:rsidRPr="009C54AE" w:rsidR="0085747A" w:rsidTr="0EEA6E99" w14:paraId="500CF928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ACCDC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F03C2" w14:paraId="7024D50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03C2">
              <w:rPr>
                <w:rFonts w:ascii="Corbel" w:hAnsi="Corbel"/>
                <w:b w:val="0"/>
                <w:sz w:val="24"/>
                <w:szCs w:val="24"/>
              </w:rPr>
              <w:t>A2SO36</w:t>
            </w:r>
          </w:p>
        </w:tc>
      </w:tr>
      <w:tr w:rsidRPr="009C54AE" w:rsidR="0085747A" w:rsidTr="0EEA6E99" w14:paraId="2F0986B8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1CBF535E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5190EBF" w:rsidRDefault="00D815D0" w14:paraId="72EDFCD6" w14:textId="5ADD45C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5190EBF" w:rsidR="00D815D0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75190EBF" w:rsidR="00242DAE">
              <w:rPr>
                <w:rFonts w:ascii="Corbel" w:hAnsi="Corbel"/>
                <w:b w:val="0"/>
                <w:bCs w:val="0"/>
                <w:sz w:val="24"/>
                <w:szCs w:val="24"/>
              </w:rPr>
              <w:t>,</w:t>
            </w:r>
          </w:p>
        </w:tc>
      </w:tr>
      <w:tr w:rsidRPr="009C54AE" w:rsidR="0085747A" w:rsidTr="0EEA6E99" w14:paraId="3B15AC5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B8206C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5190EBF" w:rsidRDefault="00D815D0" w14:paraId="6649DFA5" w14:textId="4779852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5190EBF" w:rsidR="62C6901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75190EBF" w:rsidR="00D815D0">
              <w:rPr>
                <w:rFonts w:ascii="Corbel" w:hAnsi="Corbel"/>
                <w:b w:val="0"/>
                <w:bCs w:val="0"/>
                <w:sz w:val="24"/>
                <w:szCs w:val="24"/>
              </w:rPr>
              <w:t>Pracownia Kryminologii i Kryminalistyki</w:t>
            </w:r>
          </w:p>
        </w:tc>
      </w:tr>
      <w:tr w:rsidRPr="009C54AE" w:rsidR="0085747A" w:rsidTr="0EEA6E99" w14:paraId="3817A7E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982231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815D0" w14:paraId="2088B86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0EEA6E99" w14:paraId="28B16E69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7E912A3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815D0" w14:paraId="220EB13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742E1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85747A" w:rsidTr="0EEA6E99" w14:paraId="4FA65DA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9E58D6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815D0" w14:paraId="366EB1C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EEA6E99" w14:paraId="0A8A948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C63CB6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815D0" w14:paraId="5B7DF77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EEA6E99" w14:paraId="03057C1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170B6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5190EBF" w:rsidRDefault="00742E1B" w14:paraId="5C21429E" w14:textId="5074573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5190EBF" w:rsidR="00742E1B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  <w:r w:rsidRPr="75190EBF" w:rsidR="5A46786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 </w:t>
            </w:r>
            <w:r w:rsidRPr="75190EBF" w:rsidR="00742E1B">
              <w:rPr>
                <w:rFonts w:ascii="Corbel" w:hAnsi="Corbel"/>
                <w:b w:val="0"/>
                <w:bCs w:val="0"/>
                <w:sz w:val="24"/>
                <w:szCs w:val="24"/>
              </w:rPr>
              <w:t>III</w:t>
            </w:r>
          </w:p>
        </w:tc>
      </w:tr>
      <w:tr w:rsidRPr="009C54AE" w:rsidR="0085747A" w:rsidTr="0EEA6E99" w14:paraId="180B2C1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475873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42E1B" w14:paraId="2BD1508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0EEA6E99" w14:paraId="7B78DABA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7FA65B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D815D0" w14:paraId="2C0CA09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463C2D" w:rsidTr="0EEA6E99" w14:paraId="1763A998" w14:textId="77777777">
        <w:tc>
          <w:tcPr>
            <w:tcW w:w="2694" w:type="dxa"/>
            <w:tcMar/>
            <w:vAlign w:val="center"/>
          </w:tcPr>
          <w:p w:rsidRPr="009C54AE" w:rsidR="00463C2D" w:rsidP="00463C2D" w:rsidRDefault="00463C2D" w14:paraId="666BFBA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463C2D" w:rsidP="00463C2D" w:rsidRDefault="00463C2D" w14:paraId="57A2B0C0" w14:textId="206740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Czeszejko-Sochacka</w:t>
            </w:r>
          </w:p>
        </w:tc>
      </w:tr>
      <w:tr w:rsidRPr="009C54AE" w:rsidR="00463C2D" w:rsidTr="0EEA6E99" w14:paraId="7932B7E8" w14:textId="77777777">
        <w:tc>
          <w:tcPr>
            <w:tcW w:w="2694" w:type="dxa"/>
            <w:tcMar/>
            <w:vAlign w:val="center"/>
          </w:tcPr>
          <w:p w:rsidRPr="009C54AE" w:rsidR="00463C2D" w:rsidP="00463C2D" w:rsidRDefault="00463C2D" w14:paraId="656DD8A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463C2D" w:rsidP="00463C2D" w:rsidRDefault="00463C2D" w14:paraId="421D4D7E" w14:textId="2B4BA4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Czeszejko-Sochacka, mgr Izabela Kułak</w:t>
            </w:r>
          </w:p>
        </w:tc>
      </w:tr>
    </w:tbl>
    <w:p w:rsidRPr="009C54AE" w:rsidR="0085747A" w:rsidP="009C54AE" w:rsidRDefault="0085747A" w14:paraId="29C63705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3439787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BCFF35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13B6C5E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40"/>
        <w:gridCol w:w="819"/>
        <w:gridCol w:w="799"/>
        <w:gridCol w:w="945"/>
        <w:gridCol w:w="780"/>
        <w:gridCol w:w="810"/>
        <w:gridCol w:w="698"/>
        <w:gridCol w:w="948"/>
        <w:gridCol w:w="1188"/>
        <w:gridCol w:w="1501"/>
      </w:tblGrid>
      <w:tr w:rsidRPr="009C54AE" w:rsidR="00015B8F" w:rsidTr="75190EBF" w14:paraId="1C1E2766" w14:textId="77777777"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65D296A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AE9F11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BD3AFB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308D29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4833C1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9A57E1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CE357F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8B2016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FEDD86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294333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A7DEDF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75190EBF" w14:paraId="65F5A802" w14:textId="77777777">
        <w:trPr>
          <w:trHeight w:val="453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463C2D" w14:paraId="4BDA2D4A" w14:textId="3070C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7A4163" w14:paraId="0C085826" w14:textId="4CAE4D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5190EBF" w:rsidR="4DDDCB36"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7A4163" w14:paraId="372A66F2" w14:textId="054F07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5190EBF" w:rsidR="4DDDCB36"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0BC342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F294E4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EADB85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984B4E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31C9B5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B7F625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7A4163" w14:paraId="70ED983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1C3B44BF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646995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0A225E" w14:paraId="1D76287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0A225E" w14:paraId="58FAAF4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2423E98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10C39221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D120AA" w14:paraId="39C9AF8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Wykład: egzamin</w:t>
      </w:r>
    </w:p>
    <w:p w:rsidR="00D120AA" w:rsidP="009C54AE" w:rsidRDefault="00D120AA" w14:paraId="096019C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</w:t>
      </w:r>
      <w:r w:rsidR="003C7932">
        <w:rPr>
          <w:rFonts w:ascii="Corbel" w:hAnsi="Corbel"/>
          <w:b w:val="0"/>
          <w:szCs w:val="24"/>
        </w:rPr>
        <w:t xml:space="preserve"> audytoryjne</w:t>
      </w:r>
      <w:r>
        <w:rPr>
          <w:rFonts w:ascii="Corbel" w:hAnsi="Corbel"/>
          <w:b w:val="0"/>
          <w:szCs w:val="24"/>
        </w:rPr>
        <w:t>: zaliczenie z oceną</w:t>
      </w:r>
    </w:p>
    <w:p w:rsidR="00E960BB" w:rsidP="009C54AE" w:rsidRDefault="00E960BB" w14:paraId="46C9963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3E93F12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75190EBF" w:rsidR="0085747A">
        <w:rPr>
          <w:rFonts w:ascii="Corbel" w:hAnsi="Corbel"/>
        </w:rPr>
        <w:t xml:space="preserve">2.Wymagania wstępne </w:t>
      </w:r>
    </w:p>
    <w:p w:rsidR="75190EBF" w:rsidP="75190EBF" w:rsidRDefault="75190EBF" w14:paraId="3085B72C" w14:textId="72912BCB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3C370D14" w14:textId="77777777">
        <w:tc>
          <w:tcPr>
            <w:tcW w:w="9670" w:type="dxa"/>
          </w:tcPr>
          <w:p w:rsidRPr="009C54AE" w:rsidR="0085747A" w:rsidP="009C54AE" w:rsidRDefault="00916DCD" w14:paraId="4C964738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9B6D75" w:rsidR="006554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odstawowa wiedza z zakresu prawa karnego materialnego i procedury karnej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Podstawowa wiedza na temat zjawiska przestępczości</w:t>
            </w:r>
          </w:p>
        </w:tc>
      </w:tr>
    </w:tbl>
    <w:p w:rsidR="00153C41" w:rsidP="009C54AE" w:rsidRDefault="00153C41" w14:paraId="26FD9B0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A30F81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73AA6C0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6C007641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68C590B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032F9AB8" w14:textId="77777777">
        <w:tc>
          <w:tcPr>
            <w:tcW w:w="851" w:type="dxa"/>
            <w:vAlign w:val="center"/>
          </w:tcPr>
          <w:p w:rsidRPr="009C54AE" w:rsidR="0085747A" w:rsidP="009C54AE" w:rsidRDefault="0085747A" w14:paraId="7E4E05C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916DCD" w14:paraId="1241D90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6DCD">
              <w:rPr>
                <w:rFonts w:ascii="Corbel" w:hAnsi="Corbel"/>
                <w:b w:val="0"/>
                <w:sz w:val="24"/>
                <w:szCs w:val="24"/>
              </w:rPr>
              <w:t>Przyswojenie wiedzy i umiejętności w zakresie charakteryzowania poszczególnych rodzajów przestępczości i sprawców przestępstw</w:t>
            </w:r>
          </w:p>
        </w:tc>
      </w:tr>
      <w:tr w:rsidRPr="009C54AE" w:rsidR="0085747A" w:rsidTr="00923D7D" w14:paraId="1C4DF31D" w14:textId="77777777">
        <w:tc>
          <w:tcPr>
            <w:tcW w:w="851" w:type="dxa"/>
            <w:vAlign w:val="center"/>
          </w:tcPr>
          <w:p w:rsidRPr="009C54AE" w:rsidR="0085747A" w:rsidP="009C54AE" w:rsidRDefault="00655408" w14:paraId="544F28A9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655408" w:rsidRDefault="00916DCD" w14:paraId="7BD7AE7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6DCD">
              <w:rPr>
                <w:rFonts w:ascii="Corbel" w:hAnsi="Corbel"/>
                <w:b w:val="0"/>
                <w:sz w:val="24"/>
                <w:szCs w:val="24"/>
              </w:rPr>
              <w:t>Przyswojenie podstaw wiktymologii i suicydologii</w:t>
            </w:r>
          </w:p>
        </w:tc>
      </w:tr>
      <w:tr w:rsidRPr="009C54AE" w:rsidR="0085747A" w:rsidTr="00923D7D" w14:paraId="791949C2" w14:textId="77777777">
        <w:tc>
          <w:tcPr>
            <w:tcW w:w="851" w:type="dxa"/>
            <w:vAlign w:val="center"/>
          </w:tcPr>
          <w:p w:rsidRPr="009C54AE" w:rsidR="0085747A" w:rsidP="009C54AE" w:rsidRDefault="0085747A" w14:paraId="7574633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5540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655408" w:rsidRDefault="00916DCD" w14:paraId="0D0E4FD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6DC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Przyswojenie zasad przeprowadzania czynności procesowych na miejscu zdarzenia</w:t>
            </w:r>
          </w:p>
        </w:tc>
      </w:tr>
      <w:tr w:rsidRPr="009C54AE" w:rsidR="00916DCD" w:rsidTr="00923D7D" w14:paraId="6F813791" w14:textId="77777777">
        <w:tc>
          <w:tcPr>
            <w:tcW w:w="851" w:type="dxa"/>
            <w:vAlign w:val="center"/>
          </w:tcPr>
          <w:p w:rsidRPr="009C54AE" w:rsidR="00916DCD" w:rsidP="009C54AE" w:rsidRDefault="00916DCD" w14:paraId="5A2F9E3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916DCD" w:rsidR="00916DCD" w:rsidP="00916DCD" w:rsidRDefault="00916DCD" w14:paraId="6FD4D4C7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916DC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Opanowanie umiejętności stosowania podstawowych badań technicznych </w:t>
            </w:r>
          </w:p>
          <w:p w:rsidRPr="00916DCD" w:rsidR="00916DCD" w:rsidP="00916DCD" w:rsidRDefault="00916DCD" w14:paraId="52F3D6B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916DC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w kryminalistyce</w:t>
            </w:r>
          </w:p>
        </w:tc>
      </w:tr>
    </w:tbl>
    <w:p w:rsidRPr="009C54AE" w:rsidR="0085747A" w:rsidP="009C54AE" w:rsidRDefault="0085747A" w14:paraId="4B3DB700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9A2689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6946BA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C54AE" w:rsidR="0085747A" w:rsidTr="0071620A" w14:paraId="39896359" w14:textId="77777777">
        <w:tc>
          <w:tcPr>
            <w:tcW w:w="1701" w:type="dxa"/>
            <w:vAlign w:val="center"/>
          </w:tcPr>
          <w:p w:rsidRPr="009C54AE" w:rsidR="0085747A" w:rsidP="009C54AE" w:rsidRDefault="0085747A" w14:paraId="06F217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088915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623C2C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E922DD" w:rsidTr="0071620A" w14:paraId="34E9472A" w14:textId="77777777">
        <w:tc>
          <w:tcPr>
            <w:tcW w:w="1701" w:type="dxa"/>
            <w:vAlign w:val="center"/>
          </w:tcPr>
          <w:p w:rsidRPr="009C54AE" w:rsidR="00E922DD" w:rsidP="00E922DD" w:rsidRDefault="00040FB8" w14:paraId="66B52A04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:rsidRPr="009C54AE" w:rsidR="00E922DD" w:rsidP="00E922DD" w:rsidRDefault="00E922DD" w14:paraId="4F19CFB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22DD">
              <w:rPr>
                <w:rFonts w:ascii="Corbel" w:hAnsi="Corbel"/>
                <w:b w:val="0"/>
                <w:smallCaps w:val="0"/>
                <w:szCs w:val="24"/>
              </w:rPr>
              <w:t>charakteryzuje kryminologię jako dyscyplinę naukową</w:t>
            </w:r>
          </w:p>
        </w:tc>
        <w:tc>
          <w:tcPr>
            <w:tcW w:w="1873" w:type="dxa"/>
            <w:vAlign w:val="center"/>
          </w:tcPr>
          <w:p w:rsidRPr="009C54AE" w:rsidR="00E922DD" w:rsidP="00E922DD" w:rsidRDefault="00E922DD" w14:paraId="2C43824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93259D" w:rsidTr="0071620A" w14:paraId="7436A317" w14:textId="77777777">
        <w:tc>
          <w:tcPr>
            <w:tcW w:w="1701" w:type="dxa"/>
            <w:vAlign w:val="center"/>
          </w:tcPr>
          <w:p w:rsidRPr="009C54AE" w:rsidR="0093259D" w:rsidP="0093259D" w:rsidRDefault="003E6851" w14:paraId="745BF5A3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040FB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:rsidRPr="009C54AE" w:rsidR="0093259D" w:rsidP="0093259D" w:rsidRDefault="0093259D" w14:paraId="06EB77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wymienia i opisuje działy kryminalistyki</w:t>
            </w:r>
          </w:p>
        </w:tc>
        <w:tc>
          <w:tcPr>
            <w:tcW w:w="1873" w:type="dxa"/>
            <w:vAlign w:val="center"/>
          </w:tcPr>
          <w:p w:rsidRPr="009C54AE" w:rsidR="0093259D" w:rsidP="0093259D" w:rsidRDefault="0093259D" w14:paraId="124821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85747A" w:rsidTr="005E6E85" w14:paraId="72E3DC86" w14:textId="77777777">
        <w:tc>
          <w:tcPr>
            <w:tcW w:w="1701" w:type="dxa"/>
          </w:tcPr>
          <w:p w:rsidRPr="009C54AE" w:rsidR="0085747A" w:rsidP="009C54AE" w:rsidRDefault="0085747A" w14:paraId="6F1BA36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040FB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Pr="009C54AE" w:rsidR="0085747A" w:rsidP="00EF67CB" w:rsidRDefault="00E922DD" w14:paraId="1258EF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22DD">
              <w:rPr>
                <w:rFonts w:ascii="Corbel" w:hAnsi="Corbel"/>
                <w:b w:val="0"/>
                <w:smallCaps w:val="0"/>
                <w:szCs w:val="24"/>
              </w:rPr>
              <w:t>wymienia i opisuje rodzaje ekspertyz kryminalistycznych oraz instytucje je wykonujące</w:t>
            </w:r>
          </w:p>
        </w:tc>
        <w:tc>
          <w:tcPr>
            <w:tcW w:w="1873" w:type="dxa"/>
          </w:tcPr>
          <w:p w:rsidRPr="009C54AE" w:rsidR="0085747A" w:rsidP="009C54AE" w:rsidRDefault="00B630BC" w14:paraId="78E136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="00EB1DB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630BC" w:rsidR="00EB1DB2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9C54AE" w:rsidR="002669AF" w:rsidTr="005E6E85" w14:paraId="55C4408B" w14:textId="77777777">
        <w:tc>
          <w:tcPr>
            <w:tcW w:w="1701" w:type="dxa"/>
          </w:tcPr>
          <w:p w:rsidRPr="009C54AE" w:rsidR="002669AF" w:rsidP="009C54AE" w:rsidRDefault="003E1E97" w14:paraId="2A90034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Pr="00E17574" w:rsidR="002669AF" w:rsidP="0089107F" w:rsidRDefault="007355AE" w14:paraId="71DAAB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dysponuje wiedzą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 xml:space="preserve"> z zakresu metodyki wykonywania </w:t>
            </w:r>
            <w:r w:rsidRPr="00732746" w:rsidR="003E1E97">
              <w:rPr>
                <w:rFonts w:ascii="Corbel" w:hAnsi="Corbel"/>
                <w:b w:val="0"/>
                <w:smallCaps w:val="0"/>
                <w:szCs w:val="24"/>
              </w:rPr>
              <w:t>wybranych rodzajów ekspertyz kryminalistycznych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 xml:space="preserve"> oraz zasad współpracy organu procesowego z biegłymi</w:t>
            </w:r>
          </w:p>
        </w:tc>
        <w:tc>
          <w:tcPr>
            <w:tcW w:w="1873" w:type="dxa"/>
          </w:tcPr>
          <w:p w:rsidRPr="00B630BC" w:rsidR="002669AF" w:rsidP="009C54AE" w:rsidRDefault="003E1E97" w14:paraId="6CFA34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="008910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630BC" w:rsidR="0089107F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9C54AE" w:rsidR="0085747A" w:rsidTr="005E6E85" w14:paraId="589E5AA7" w14:textId="77777777">
        <w:tc>
          <w:tcPr>
            <w:tcW w:w="1701" w:type="dxa"/>
          </w:tcPr>
          <w:p w:rsidRPr="009C54AE" w:rsidR="0085747A" w:rsidP="009C54AE" w:rsidRDefault="0085747A" w14:paraId="64ECF1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630B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Pr="009C54AE" w:rsidR="0085747A" w:rsidP="0089107F" w:rsidRDefault="0089107F" w14:paraId="70E7A6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</w:t>
            </w:r>
            <w:r w:rsidRPr="0089107F">
              <w:rPr>
                <w:rFonts w:ascii="Corbel" w:hAnsi="Corbel"/>
                <w:b w:val="0"/>
                <w:smallCaps w:val="0"/>
                <w:szCs w:val="24"/>
              </w:rPr>
              <w:t xml:space="preserve"> na temat odpowiedzialności i etyki pracowników administracji publicznej oraz zna kluczowe zagadnienia dotyczące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9107F">
              <w:rPr>
                <w:rFonts w:ascii="Corbel" w:hAnsi="Corbel"/>
                <w:b w:val="0"/>
                <w:smallCaps w:val="0"/>
                <w:szCs w:val="24"/>
              </w:rPr>
              <w:t>zatrudnienia w służbie publicznej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szczeg</w:t>
            </w:r>
            <w:r w:rsidR="007355AE">
              <w:rPr>
                <w:rFonts w:ascii="Corbel" w:hAnsi="Corbel"/>
                <w:b w:val="0"/>
                <w:smallCaps w:val="0"/>
                <w:szCs w:val="24"/>
              </w:rPr>
              <w:t>ólnie w odniesieniu do zawodów związanych z kryminologią i kryminalistyką</w:t>
            </w:r>
          </w:p>
        </w:tc>
        <w:tc>
          <w:tcPr>
            <w:tcW w:w="1873" w:type="dxa"/>
          </w:tcPr>
          <w:p w:rsidRPr="009C54AE" w:rsidR="0085747A" w:rsidP="009C54AE" w:rsidRDefault="00B630BC" w14:paraId="01E210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0FB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Pr="00040FB8" w:rsidR="00363C0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Pr="009C54AE" w:rsidR="00B630BC" w:rsidTr="005E6E85" w14:paraId="03326980" w14:textId="77777777">
        <w:tc>
          <w:tcPr>
            <w:tcW w:w="1701" w:type="dxa"/>
          </w:tcPr>
          <w:p w:rsidRPr="009C54AE" w:rsidR="00B630BC" w:rsidP="009C54AE" w:rsidRDefault="00B630BC" w14:paraId="4E08A61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40FB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Pr="009C54AE" w:rsidR="00B630BC" w:rsidP="007355AE" w:rsidRDefault="0094189A" w14:paraId="3CD7AC2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189A">
              <w:rPr>
                <w:rFonts w:ascii="Corbel" w:hAnsi="Corbel"/>
                <w:b w:val="0"/>
                <w:smallCaps w:val="0"/>
                <w:szCs w:val="24"/>
              </w:rPr>
              <w:t xml:space="preserve">dokonuje prawidłowej  interpretacji norm prawnych w zakresie 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wykonywania ek</w:t>
            </w:r>
            <w:r w:rsidR="004560D0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pertyzy</w:t>
            </w:r>
            <w:r w:rsidRPr="0094189A">
              <w:rPr>
                <w:rFonts w:ascii="Corbel" w:hAnsi="Corbel"/>
                <w:b w:val="0"/>
                <w:smallCaps w:val="0"/>
                <w:szCs w:val="24"/>
              </w:rPr>
              <w:t xml:space="preserve"> kryminalistycznej</w:t>
            </w:r>
          </w:p>
        </w:tc>
        <w:tc>
          <w:tcPr>
            <w:tcW w:w="1873" w:type="dxa"/>
          </w:tcPr>
          <w:p w:rsidRPr="00B630BC" w:rsidR="00B630BC" w:rsidP="009C54AE" w:rsidRDefault="00B630BC" w14:paraId="38F3FC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B630BC" w:rsidTr="005E6E85" w14:paraId="1D2A84B8" w14:textId="77777777">
        <w:tc>
          <w:tcPr>
            <w:tcW w:w="1701" w:type="dxa"/>
          </w:tcPr>
          <w:p w:rsidRPr="009C54AE" w:rsidR="00B630BC" w:rsidP="009C54AE" w:rsidRDefault="00B630BC" w14:paraId="4005FA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40FB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Pr="009C54AE" w:rsidR="00B630BC" w:rsidP="003E1E97" w:rsidRDefault="007355AE" w14:paraId="40638C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wykazuje się</w:t>
            </w:r>
            <w:r w:rsidRPr="007355AE">
              <w:rPr>
                <w:rFonts w:ascii="Corbel" w:hAnsi="Corbel"/>
                <w:b w:val="0"/>
                <w:smallCaps w:val="0"/>
                <w:szCs w:val="24"/>
              </w:rPr>
              <w:t xml:space="preserve"> specjalistycznymi umiejętnościami znajdowania podstaw prawnych, orzecznictwa i literatury dotyczącej badanych zagadnień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zakresu kryminologii i kryminalistyki</w:t>
            </w:r>
            <w:r w:rsidRPr="007355AE">
              <w:rPr>
                <w:rFonts w:ascii="Corbel" w:hAnsi="Corbel"/>
                <w:b w:val="0"/>
                <w:smallCaps w:val="0"/>
                <w:szCs w:val="24"/>
              </w:rPr>
              <w:t xml:space="preserve"> oraz stosowania zasad etycznych, jak również samodzielnego proponowania rozwiązań konkretnego problemu i podejmowania rozstrzygnięć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odnoszących się do problematyki przedmiotu</w:t>
            </w:r>
          </w:p>
        </w:tc>
        <w:tc>
          <w:tcPr>
            <w:tcW w:w="1873" w:type="dxa"/>
          </w:tcPr>
          <w:p w:rsidRPr="00040FB8" w:rsidR="00B630BC" w:rsidP="009C54AE" w:rsidRDefault="009425D3" w14:paraId="460732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0FB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Pr="00040FB8" w:rsidR="00363C0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Pr="009C54AE" w:rsidR="00B630BC" w:rsidTr="005E6E85" w14:paraId="0DEEBE1E" w14:textId="77777777">
        <w:tc>
          <w:tcPr>
            <w:tcW w:w="1701" w:type="dxa"/>
          </w:tcPr>
          <w:p w:rsidRPr="009C54AE" w:rsidR="00B630BC" w:rsidP="009C54AE" w:rsidRDefault="00B630BC" w14:paraId="03323D3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40FB8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</w:tcPr>
          <w:p w:rsidRPr="009C54AE" w:rsidR="00B630BC" w:rsidP="002F3C6B" w:rsidRDefault="007355AE" w14:paraId="396448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rozwią</w:t>
            </w:r>
            <w:r w:rsidRPr="007355AE">
              <w:rPr>
                <w:rFonts w:ascii="Corbel" w:hAnsi="Corbel"/>
                <w:b w:val="0"/>
                <w:smallCaps w:val="0"/>
                <w:szCs w:val="24"/>
              </w:rPr>
              <w:t>zywa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podstawowe problemy administracyjne, prawne i etyczne związane</w:t>
            </w:r>
            <w:r w:rsidRPr="007355AE">
              <w:rPr>
                <w:rFonts w:ascii="Corbel" w:hAnsi="Corbel"/>
                <w:b w:val="0"/>
                <w:smallCaps w:val="0"/>
                <w:szCs w:val="24"/>
              </w:rPr>
              <w:t xml:space="preserve"> z funkcjonowaniem struktur publicznych i niepublicznych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szczególnie w odniesieniu do wykonywania</w:t>
            </w:r>
            <w:r w:rsidR="00040FB8">
              <w:rPr>
                <w:rFonts w:ascii="Corbel" w:hAnsi="Corbel"/>
                <w:b w:val="0"/>
                <w:smallCaps w:val="0"/>
                <w:szCs w:val="24"/>
              </w:rPr>
              <w:t xml:space="preserve"> badań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ekspertyz kryminalistycznych</w:t>
            </w:r>
          </w:p>
        </w:tc>
        <w:tc>
          <w:tcPr>
            <w:tcW w:w="1873" w:type="dxa"/>
          </w:tcPr>
          <w:p w:rsidRPr="00B630BC" w:rsidR="00B630BC" w:rsidP="009C54AE" w:rsidRDefault="009425D3" w14:paraId="573B02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25D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363C0D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Pr="009C54AE" w:rsidR="00363C0D" w:rsidTr="005E6E85" w14:paraId="0F24C043" w14:textId="77777777">
        <w:tc>
          <w:tcPr>
            <w:tcW w:w="1701" w:type="dxa"/>
          </w:tcPr>
          <w:p w:rsidRPr="009C54AE" w:rsidR="00363C0D" w:rsidP="009C54AE" w:rsidRDefault="00040FB8" w14:paraId="1B0031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:rsidRPr="00221A38" w:rsidR="00221A38" w:rsidP="00221A38" w:rsidRDefault="000F6A40" w14:paraId="717158B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221A38" w:rsidR="00221A38">
              <w:rPr>
                <w:rFonts w:ascii="Corbel" w:hAnsi="Corbel"/>
                <w:b w:val="0"/>
                <w:smallCaps w:val="0"/>
                <w:szCs w:val="24"/>
              </w:rPr>
              <w:t>ykazuje odpowiedzialność za własne przygotowanie do</w:t>
            </w:r>
          </w:p>
          <w:p w:rsidR="00363C0D" w:rsidP="00221A38" w:rsidRDefault="00221A38" w14:paraId="2464CE8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1A38">
              <w:rPr>
                <w:rFonts w:ascii="Corbel" w:hAnsi="Corbel"/>
                <w:b w:val="0"/>
                <w:smallCaps w:val="0"/>
                <w:szCs w:val="24"/>
              </w:rPr>
              <w:t>pracy, podejmowane decyzje, działania i ich skutki</w:t>
            </w:r>
            <w:r w:rsidR="004D4DA2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4D4DA2">
              <w:rPr>
                <w:rFonts w:ascii="Corbel" w:hAnsi="Corbel"/>
                <w:b w:val="0"/>
                <w:smallCaps w:val="0"/>
                <w:szCs w:val="24"/>
              </w:rPr>
              <w:t>dokonać właściwej analizy problemu</w:t>
            </w:r>
          </w:p>
        </w:tc>
        <w:tc>
          <w:tcPr>
            <w:tcW w:w="1873" w:type="dxa"/>
          </w:tcPr>
          <w:p w:rsidRPr="009425D3" w:rsidR="00363C0D" w:rsidP="009C54AE" w:rsidRDefault="00363C0D" w14:paraId="4A53E2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C0D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Pr="009C54AE" w:rsidR="00363C0D" w:rsidTr="005E6E85" w14:paraId="63328704" w14:textId="77777777">
        <w:tc>
          <w:tcPr>
            <w:tcW w:w="1701" w:type="dxa"/>
          </w:tcPr>
          <w:p w:rsidRPr="009C54AE" w:rsidR="00363C0D" w:rsidP="009C54AE" w:rsidRDefault="00040FB8" w14:paraId="0FF07E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:rsidRPr="004D4DA2" w:rsidR="004D4DA2" w:rsidP="004D4DA2" w:rsidRDefault="00040FB8" w14:paraId="18344B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</w:t>
            </w:r>
            <w:r w:rsidRPr="004D4DA2" w:rsidR="004D4DA2">
              <w:rPr>
                <w:rFonts w:ascii="Corbel" w:hAnsi="Corbel"/>
                <w:b w:val="0"/>
                <w:smallCaps w:val="0"/>
                <w:szCs w:val="24"/>
              </w:rPr>
              <w:t xml:space="preserve"> świadomość doniosłości zachowania się w sposób profesjonalny i etyczny, identyfikuje i rozwiązuje</w:t>
            </w:r>
          </w:p>
          <w:p w:rsidR="00363C0D" w:rsidP="004D4DA2" w:rsidRDefault="004D4DA2" w14:paraId="2939C5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4DA2">
              <w:rPr>
                <w:rFonts w:ascii="Corbel" w:hAnsi="Corbel"/>
                <w:b w:val="0"/>
                <w:smallCaps w:val="0"/>
                <w:szCs w:val="24"/>
              </w:rPr>
              <w:t>dylematy moralne związane ze stosowaniem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przede wszystkim w kontekście wykonywania badań i ekspertyz kryminalistycznych</w:t>
            </w:r>
          </w:p>
        </w:tc>
        <w:tc>
          <w:tcPr>
            <w:tcW w:w="1873" w:type="dxa"/>
          </w:tcPr>
          <w:p w:rsidRPr="00363C0D" w:rsidR="00363C0D" w:rsidP="009C54AE" w:rsidRDefault="00363C0D" w14:paraId="28691A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C0D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Pr="009C54AE" w:rsidR="0085747A" w:rsidP="009C54AE" w:rsidRDefault="0085747A" w14:paraId="2472888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675843" w14:paraId="58EDA333" w14:textId="7777777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D16A12" w:rsidP="00D16A12" w:rsidRDefault="00D16A12" w14:paraId="2F9ABFC8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D16A12" w:rsidP="00D16A12" w:rsidRDefault="00D16A12" w14:paraId="5EBC36D8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D16A12" w:rsidTr="75190EBF" w14:paraId="50CDC29F" w14:textId="77777777">
        <w:tc>
          <w:tcPr>
            <w:tcW w:w="9639" w:type="dxa"/>
            <w:tcMar/>
          </w:tcPr>
          <w:p w:rsidRPr="009C54AE" w:rsidR="00D16A12" w:rsidP="003011C9" w:rsidRDefault="00D16A12" w14:paraId="7590D87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D16A12" w:rsidTr="75190EBF" w14:paraId="003418E6" w14:textId="77777777">
        <w:tc>
          <w:tcPr>
            <w:tcW w:w="9639" w:type="dxa"/>
            <w:tcMar/>
          </w:tcPr>
          <w:p w:rsidRPr="009C54AE" w:rsidR="00D16A12" w:rsidP="75190EBF" w:rsidRDefault="00CC4B67" w14:paraId="00B022CF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75190EBF" w:rsidR="40993FE2">
              <w:rPr>
                <w:rFonts w:ascii="Corbel" w:hAnsi="Corbel"/>
                <w:sz w:val="24"/>
                <w:szCs w:val="24"/>
              </w:rPr>
              <w:t>Geneza, przedmiot i zadania kryminologii. Powstanie kryminologii i rozwój jej poszczególnych kierunków. Kryminalistyka – rozwój, działy, funkcje, zastosowanie, podstawowa terminologia</w:t>
            </w:r>
          </w:p>
        </w:tc>
      </w:tr>
      <w:tr w:rsidRPr="009C54AE" w:rsidR="00CC4B67" w:rsidTr="75190EBF" w14:paraId="01685022" w14:textId="77777777">
        <w:tc>
          <w:tcPr>
            <w:tcW w:w="9639" w:type="dxa"/>
            <w:tcMar/>
          </w:tcPr>
          <w:p w:rsidRPr="0032186C" w:rsidR="00CC4B67" w:rsidP="75190EBF" w:rsidRDefault="00CC4B67" w14:paraId="69ABDDC9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75190EBF" w:rsidR="40993FE2">
              <w:rPr>
                <w:rFonts w:ascii="Corbel" w:hAnsi="Corbel"/>
                <w:sz w:val="24"/>
                <w:szCs w:val="24"/>
              </w:rPr>
              <w:t>Patologie społeczne. Etiologia zachowań przestępczych.</w:t>
            </w:r>
          </w:p>
        </w:tc>
      </w:tr>
      <w:tr w:rsidRPr="009C54AE" w:rsidR="00D16A12" w:rsidTr="75190EBF" w14:paraId="3D50F8C5" w14:textId="77777777">
        <w:tc>
          <w:tcPr>
            <w:tcW w:w="9639" w:type="dxa"/>
            <w:tcMar/>
          </w:tcPr>
          <w:p w:rsidR="00D16A12" w:rsidP="75190EBF" w:rsidRDefault="00CC4B67" w14:paraId="19D6E9D7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75190EBF" w:rsidR="40993FE2">
              <w:rPr>
                <w:rFonts w:ascii="Corbel" w:hAnsi="Corbel"/>
                <w:sz w:val="24"/>
                <w:szCs w:val="24"/>
              </w:rPr>
              <w:t>Przestępczość zorganizowana w Polsce i na świecie</w:t>
            </w:r>
            <w:r w:rsidRPr="75190EBF" w:rsidR="40993FE2">
              <w:rPr>
                <w:rFonts w:ascii="Corbel" w:hAnsi="Corbel"/>
                <w:sz w:val="24"/>
                <w:szCs w:val="24"/>
              </w:rPr>
              <w:t>.</w:t>
            </w:r>
          </w:p>
          <w:p w:rsidR="00CC4B67" w:rsidP="75190EBF" w:rsidRDefault="00CC4B67" w14:paraId="64D5AD81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75190EBF" w:rsidR="40993FE2">
              <w:rPr>
                <w:rFonts w:ascii="Corbel" w:hAnsi="Corbel"/>
                <w:sz w:val="24"/>
                <w:szCs w:val="24"/>
              </w:rPr>
              <w:t>Seryjni zabójcy.</w:t>
            </w:r>
          </w:p>
          <w:p w:rsidRPr="009C54AE" w:rsidR="00CC4B67" w:rsidP="75190EBF" w:rsidRDefault="00CC4B67" w14:paraId="746E0F61" w14:textId="77777777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75190EBF" w:rsidR="40993FE2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Modus </w:t>
            </w:r>
            <w:proofErr w:type="spellStart"/>
            <w:r w:rsidRPr="75190EBF" w:rsidR="40993FE2">
              <w:rPr>
                <w:rFonts w:ascii="Corbel" w:hAnsi="Corbel"/>
                <w:i w:val="1"/>
                <w:iCs w:val="1"/>
                <w:sz w:val="24"/>
                <w:szCs w:val="24"/>
              </w:rPr>
              <w:t>operandi</w:t>
            </w:r>
            <w:proofErr w:type="spellEnd"/>
            <w:r w:rsidRPr="75190EBF" w:rsidR="40993FE2">
              <w:rPr>
                <w:rFonts w:ascii="Corbel" w:hAnsi="Corbel"/>
                <w:sz w:val="24"/>
                <w:szCs w:val="24"/>
              </w:rPr>
              <w:t xml:space="preserve"> sprawców wybranych przestępstw.</w:t>
            </w:r>
          </w:p>
        </w:tc>
      </w:tr>
      <w:tr w:rsidRPr="009C54AE" w:rsidR="00D16A12" w:rsidTr="75190EBF" w14:paraId="36A4A9B2" w14:textId="77777777">
        <w:tc>
          <w:tcPr>
            <w:tcW w:w="9639" w:type="dxa"/>
            <w:tcMar/>
          </w:tcPr>
          <w:p w:rsidRPr="009C54AE" w:rsidR="00D16A12" w:rsidP="75190EBF" w:rsidRDefault="00CC4B67" w14:paraId="66647335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75190EBF" w:rsidR="40993FE2">
              <w:rPr>
                <w:rFonts w:ascii="Corbel" w:hAnsi="Corbel"/>
                <w:sz w:val="24"/>
                <w:szCs w:val="24"/>
              </w:rPr>
              <w:t>Suicydologia i wiktymologia.</w:t>
            </w:r>
          </w:p>
        </w:tc>
      </w:tr>
      <w:tr w:rsidRPr="009C54AE" w:rsidR="00CC4B67" w:rsidTr="75190EBF" w14:paraId="65734546" w14:textId="77777777">
        <w:tc>
          <w:tcPr>
            <w:tcW w:w="9639" w:type="dxa"/>
            <w:tcMar/>
          </w:tcPr>
          <w:p w:rsidR="00CC4B67" w:rsidP="75190EBF" w:rsidRDefault="00CC4B67" w14:paraId="660EEBA7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75190EBF" w:rsidR="40993FE2">
              <w:rPr>
                <w:rFonts w:ascii="Corbel" w:hAnsi="Corbel"/>
                <w:sz w:val="24"/>
                <w:szCs w:val="24"/>
              </w:rPr>
              <w:t>Technika i taktyka kryminalistyczna.</w:t>
            </w:r>
          </w:p>
        </w:tc>
      </w:tr>
      <w:tr w:rsidRPr="009C54AE" w:rsidR="00CC4B67" w:rsidTr="75190EBF" w14:paraId="2A603D87" w14:textId="77777777">
        <w:tc>
          <w:tcPr>
            <w:tcW w:w="9639" w:type="dxa"/>
            <w:tcMar/>
          </w:tcPr>
          <w:p w:rsidR="00CC4B67" w:rsidP="75190EBF" w:rsidRDefault="00CC4B67" w14:paraId="123585F2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75190EBF" w:rsidR="40993FE2">
              <w:rPr>
                <w:rFonts w:ascii="Corbel" w:hAnsi="Corbel"/>
                <w:sz w:val="24"/>
                <w:szCs w:val="24"/>
              </w:rPr>
              <w:t>Źródła pierwszych informacji o zdarzeniu.</w:t>
            </w:r>
          </w:p>
        </w:tc>
      </w:tr>
      <w:tr w:rsidRPr="009C54AE" w:rsidR="00C40EB8" w:rsidTr="75190EBF" w14:paraId="31993D3F" w14:textId="77777777">
        <w:trPr>
          <w:trHeight w:val="540"/>
        </w:trPr>
        <w:tc>
          <w:tcPr>
            <w:tcW w:w="9639" w:type="dxa"/>
            <w:tcMar/>
          </w:tcPr>
          <w:p w:rsidR="00C40EB8" w:rsidP="75190EBF" w:rsidRDefault="00C40EB8" w14:paraId="492528C1" w14:textId="77777777" w14:noSpellErr="1">
            <w:pPr>
              <w:spacing w:after="100" w:afterAutospacing="off"/>
              <w:ind w:left="0" w:firstLine="0"/>
            </w:pPr>
            <w:r w:rsidRPr="75190EBF" w:rsidR="042F2F91">
              <w:rPr>
                <w:rFonts w:ascii="Corbel" w:hAnsi="Corbel"/>
                <w:sz w:val="24"/>
                <w:szCs w:val="24"/>
              </w:rPr>
              <w:t>Czynności operacyjno-rozpoznawcze</w:t>
            </w:r>
          </w:p>
        </w:tc>
      </w:tr>
      <w:tr w:rsidRPr="009C54AE" w:rsidR="00C40EB8" w:rsidTr="75190EBF" w14:paraId="5375A7D5" w14:textId="77777777">
        <w:trPr>
          <w:trHeight w:val="480"/>
        </w:trPr>
        <w:tc>
          <w:tcPr>
            <w:tcW w:w="9639" w:type="dxa"/>
            <w:tcMar/>
          </w:tcPr>
          <w:p w:rsidRPr="00A406D6" w:rsidR="00C40EB8" w:rsidP="75190EBF" w:rsidRDefault="00C40EB8" w14:paraId="5ECF5827" w14:textId="77777777" w14:noSpellErr="1">
            <w:pPr>
              <w:spacing w:after="140" w:afterAutospacing="off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75190EBF" w:rsidR="042F2F91">
              <w:rPr>
                <w:rFonts w:ascii="Corbel" w:hAnsi="Corbel"/>
                <w:sz w:val="24"/>
                <w:szCs w:val="24"/>
              </w:rPr>
              <w:t xml:space="preserve">Przesłuchanie. </w:t>
            </w:r>
          </w:p>
        </w:tc>
      </w:tr>
      <w:tr w:rsidRPr="009C54AE" w:rsidR="00CC4B67" w:rsidTr="75190EBF" w14:paraId="1F3E839E" w14:textId="77777777">
        <w:tc>
          <w:tcPr>
            <w:tcW w:w="9639" w:type="dxa"/>
            <w:tcMar/>
          </w:tcPr>
          <w:p w:rsidR="00CC4B67" w:rsidP="75190EBF" w:rsidRDefault="00C40EB8" w14:paraId="63B48426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75190EBF" w:rsidR="042F2F91">
              <w:rPr>
                <w:rFonts w:ascii="Corbel" w:hAnsi="Corbel"/>
                <w:sz w:val="24"/>
                <w:szCs w:val="24"/>
              </w:rPr>
              <w:t>Ślady kryminalistyczne</w:t>
            </w:r>
          </w:p>
        </w:tc>
      </w:tr>
      <w:tr w:rsidRPr="009C54AE" w:rsidR="00C40EB8" w:rsidTr="75190EBF" w14:paraId="4BD282A1" w14:textId="77777777">
        <w:tc>
          <w:tcPr>
            <w:tcW w:w="9639" w:type="dxa"/>
            <w:tcMar/>
          </w:tcPr>
          <w:p w:rsidR="00C40EB8" w:rsidP="75190EBF" w:rsidRDefault="00C40EB8" w14:paraId="3C4C07C2" w14:textId="77777777" w14:noSpellErr="1">
            <w:pPr>
              <w:pStyle w:val="Akapitzlist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75190EBF" w:rsidR="042F2F91">
              <w:rPr>
                <w:rFonts w:ascii="Corbel" w:hAnsi="Corbel"/>
                <w:sz w:val="24"/>
                <w:szCs w:val="24"/>
              </w:rPr>
              <w:t>Badania kryminalistyczne.</w:t>
            </w:r>
          </w:p>
        </w:tc>
      </w:tr>
    </w:tbl>
    <w:p w:rsidRPr="009C54AE" w:rsidR="00D16A12" w:rsidP="009C54AE" w:rsidRDefault="00D16A12" w14:paraId="65EA3C9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9C54AE" w:rsidR="0085747A" w:rsidP="009C54AE" w:rsidRDefault="0085747A" w14:paraId="66227DF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5190EBF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75190EBF" w:rsidR="009F4610">
        <w:rPr>
          <w:rFonts w:ascii="Corbel" w:hAnsi="Corbel"/>
          <w:sz w:val="24"/>
          <w:szCs w:val="24"/>
        </w:rPr>
        <w:t xml:space="preserve">, </w:t>
      </w:r>
      <w:r w:rsidRPr="75190EBF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D335DDD" w14:textId="77777777">
        <w:tc>
          <w:tcPr>
            <w:tcW w:w="9639" w:type="dxa"/>
          </w:tcPr>
          <w:p w:rsidRPr="009C54AE" w:rsidR="0085747A" w:rsidP="009C54AE" w:rsidRDefault="0085747A" w14:paraId="48A8578B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6CC4F570" w14:textId="77777777">
        <w:tc>
          <w:tcPr>
            <w:tcW w:w="9639" w:type="dxa"/>
          </w:tcPr>
          <w:p w:rsidRPr="009C54AE" w:rsidR="0085747A" w:rsidP="003C1880" w:rsidRDefault="0032186C" w14:paraId="36A4D67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186C">
              <w:rPr>
                <w:rFonts w:ascii="Corbel" w:hAnsi="Corbel"/>
                <w:sz w:val="24"/>
                <w:szCs w:val="24"/>
              </w:rPr>
              <w:t>Charakterystyka przestępczości w Polsce</w:t>
            </w:r>
          </w:p>
        </w:tc>
      </w:tr>
      <w:tr w:rsidRPr="009C54AE" w:rsidR="003C1880" w:rsidTr="00923D7D" w14:paraId="779B4B29" w14:textId="77777777">
        <w:tc>
          <w:tcPr>
            <w:tcW w:w="9639" w:type="dxa"/>
          </w:tcPr>
          <w:p w:rsidRPr="003C1880" w:rsidR="003C1880" w:rsidP="003C1880" w:rsidRDefault="00247CAB" w14:paraId="5B08B1D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7CAB">
              <w:rPr>
                <w:rFonts w:ascii="Corbel" w:hAnsi="Corbel"/>
                <w:i/>
                <w:sz w:val="24"/>
                <w:szCs w:val="24"/>
              </w:rPr>
              <w:t xml:space="preserve">Modus </w:t>
            </w:r>
            <w:proofErr w:type="spellStart"/>
            <w:r w:rsidRPr="00247CAB">
              <w:rPr>
                <w:rFonts w:ascii="Corbel" w:hAnsi="Corbel"/>
                <w:i/>
                <w:sz w:val="24"/>
                <w:szCs w:val="24"/>
              </w:rPr>
              <w:t>operandi</w:t>
            </w:r>
            <w:proofErr w:type="spellEnd"/>
            <w:r w:rsidRPr="00247CAB">
              <w:rPr>
                <w:rFonts w:ascii="Corbel" w:hAnsi="Corbel"/>
                <w:sz w:val="24"/>
                <w:szCs w:val="24"/>
              </w:rPr>
              <w:t xml:space="preserve"> sprawców wybranych przestępstw</w:t>
            </w:r>
          </w:p>
        </w:tc>
      </w:tr>
      <w:tr w:rsidRPr="009C54AE" w:rsidR="003C1880" w:rsidTr="00923D7D" w14:paraId="4BDB8FE5" w14:textId="77777777">
        <w:tc>
          <w:tcPr>
            <w:tcW w:w="9639" w:type="dxa"/>
          </w:tcPr>
          <w:p w:rsidRPr="003C1880" w:rsidR="003C1880" w:rsidP="003C1880" w:rsidRDefault="00275CDA" w14:paraId="1B9F5DB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5CDA">
              <w:rPr>
                <w:rFonts w:ascii="Corbel" w:hAnsi="Corbel"/>
                <w:sz w:val="24"/>
                <w:szCs w:val="24"/>
              </w:rPr>
              <w:t>Suicydologia</w:t>
            </w:r>
          </w:p>
        </w:tc>
      </w:tr>
      <w:tr w:rsidRPr="009C54AE" w:rsidR="00B57306" w:rsidTr="00923D7D" w14:paraId="574EEAA2" w14:textId="77777777">
        <w:tc>
          <w:tcPr>
            <w:tcW w:w="9639" w:type="dxa"/>
          </w:tcPr>
          <w:p w:rsidRPr="00B57306" w:rsidR="00B57306" w:rsidP="00C31A7E" w:rsidRDefault="00275CDA" w14:paraId="412C308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5CDA">
              <w:rPr>
                <w:rFonts w:ascii="Corbel" w:hAnsi="Corbel"/>
                <w:sz w:val="24"/>
                <w:szCs w:val="24"/>
              </w:rPr>
              <w:t>Taktyka i technika kryminalistyczna. Realizacji funkcji kryminalistyki</w:t>
            </w:r>
          </w:p>
        </w:tc>
      </w:tr>
      <w:tr w:rsidRPr="009C54AE" w:rsidR="00B57306" w:rsidTr="00923D7D" w14:paraId="62B973D7" w14:textId="77777777">
        <w:tc>
          <w:tcPr>
            <w:tcW w:w="9639" w:type="dxa"/>
          </w:tcPr>
          <w:p w:rsidRPr="00B57306" w:rsidR="00B57306" w:rsidP="00C31A7E" w:rsidRDefault="00275CDA" w14:paraId="098C34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5CDA">
              <w:rPr>
                <w:rFonts w:ascii="Corbel" w:hAnsi="Corbel"/>
                <w:sz w:val="24"/>
                <w:szCs w:val="24"/>
              </w:rPr>
              <w:t>Ślady kryminalistyczne</w:t>
            </w:r>
          </w:p>
        </w:tc>
      </w:tr>
      <w:tr w:rsidRPr="009C54AE" w:rsidR="00C40EB8" w:rsidTr="00923D7D" w14:paraId="655C304D" w14:textId="77777777">
        <w:tc>
          <w:tcPr>
            <w:tcW w:w="9639" w:type="dxa"/>
          </w:tcPr>
          <w:p w:rsidRPr="00275CDA" w:rsidR="00C40EB8" w:rsidP="00C31A7E" w:rsidRDefault="00C40EB8" w14:paraId="7F9DD7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Oględziny miejsca zdarzenia, osób, zwłok, rzeczy.</w:t>
            </w:r>
          </w:p>
        </w:tc>
      </w:tr>
      <w:tr w:rsidRPr="009C54AE" w:rsidR="00275CDA" w:rsidTr="00923D7D" w14:paraId="07F5D3F1" w14:textId="77777777">
        <w:tc>
          <w:tcPr>
            <w:tcW w:w="9639" w:type="dxa"/>
          </w:tcPr>
          <w:p w:rsidRPr="00275CDA" w:rsidR="00275CDA" w:rsidP="00C31A7E" w:rsidRDefault="00275CDA" w14:paraId="1CB5DD4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5CDA">
              <w:rPr>
                <w:rFonts w:ascii="Corbel" w:hAnsi="Corbel"/>
                <w:sz w:val="24"/>
                <w:szCs w:val="24"/>
              </w:rPr>
              <w:t>Przesłuchanie, konfrontacja, okazanie, przeszukanie</w:t>
            </w:r>
            <w:r w:rsidR="00C40EB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75CDA" w:rsidTr="00923D7D" w14:paraId="67345836" w14:textId="77777777">
        <w:tc>
          <w:tcPr>
            <w:tcW w:w="9639" w:type="dxa"/>
          </w:tcPr>
          <w:p w:rsidRPr="00275CDA" w:rsidR="00275CDA" w:rsidP="00C40EB8" w:rsidRDefault="00275CDA" w14:paraId="7CD0896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5CDA">
              <w:rPr>
                <w:rFonts w:ascii="Corbel" w:hAnsi="Corbel"/>
                <w:sz w:val="24"/>
                <w:szCs w:val="24"/>
              </w:rPr>
              <w:t xml:space="preserve">Wybrane rodzaje badań </w:t>
            </w:r>
            <w:r>
              <w:rPr>
                <w:rFonts w:ascii="Corbel" w:hAnsi="Corbel"/>
                <w:sz w:val="24"/>
                <w:szCs w:val="24"/>
              </w:rPr>
              <w:t>kryminalistycznych</w:t>
            </w:r>
            <w:r w:rsidRPr="00275CDA">
              <w:rPr>
                <w:rFonts w:ascii="Corbel" w:hAnsi="Corbel"/>
                <w:sz w:val="24"/>
                <w:szCs w:val="24"/>
              </w:rPr>
              <w:t xml:space="preserve"> (w tym: badania dokumentów, ekspertyza </w:t>
            </w:r>
            <w:proofErr w:type="spellStart"/>
            <w:r w:rsidRPr="00275CDA">
              <w:rPr>
                <w:rFonts w:ascii="Corbel" w:hAnsi="Corbel"/>
                <w:sz w:val="24"/>
                <w:szCs w:val="24"/>
              </w:rPr>
              <w:t>wariograficzna</w:t>
            </w:r>
            <w:proofErr w:type="spellEnd"/>
            <w:r w:rsidRPr="00275CDA">
              <w:rPr>
                <w:rFonts w:ascii="Corbel" w:hAnsi="Corbel"/>
                <w:sz w:val="24"/>
                <w:szCs w:val="24"/>
              </w:rPr>
              <w:t>, badania daktyloskopijne, badania mechanoskopijne, badanie broni palnej, traseologia, badania biologiczne i fizykochemiczne, badania antropologiczne, osmologia, mikroślady, fonoskopia, informatyka śledcza, badania antropologiczne, biologiczne i fizykochemiczne)</w:t>
            </w:r>
            <w:r w:rsidR="00C40EB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5E28EC2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2F87A85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71811EC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C7932" w:rsidP="00872306" w:rsidRDefault="003C7932" w14:paraId="01877A3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3C7932" w:rsidP="00872306" w:rsidRDefault="003C7932" w14:paraId="4567438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53C41" w:rsidR="0085747A" w:rsidP="00872306" w:rsidRDefault="003C7932" w14:paraId="25956AF5" w14:textId="77777777">
      <w:pPr>
        <w:pStyle w:val="Punktygwne"/>
        <w:spacing w:before="0" w:after="0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lastRenderedPageBreak/>
        <w:t xml:space="preserve">Ćwiczenia audytoryjne: </w:t>
      </w:r>
      <w:r w:rsidRPr="002F5F3A" w:rsidR="006B607E">
        <w:rPr>
          <w:rFonts w:ascii="Corbel" w:hAnsi="Corbel"/>
          <w:b w:val="0"/>
          <w:smallCaps w:val="0"/>
          <w:szCs w:val="24"/>
        </w:rPr>
        <w:t xml:space="preserve">dyskusja nad wskazanym zagadnieniem tematycznym ze szczególnym uwzględnieniem umiejętności praktycznego </w:t>
      </w:r>
      <w:r w:rsidR="006B607E">
        <w:rPr>
          <w:rFonts w:ascii="Corbel" w:hAnsi="Corbel"/>
          <w:b w:val="0"/>
          <w:smallCaps w:val="0"/>
          <w:szCs w:val="24"/>
        </w:rPr>
        <w:t>wykorzystania zdobytej wiedzy z </w:t>
      </w:r>
      <w:r w:rsidRPr="002F5F3A" w:rsidR="006B607E">
        <w:rPr>
          <w:rFonts w:ascii="Corbel" w:hAnsi="Corbel"/>
          <w:b w:val="0"/>
          <w:smallCaps w:val="0"/>
          <w:szCs w:val="24"/>
        </w:rPr>
        <w:t>zakresu poszczególnych ekspertyz kryminalistycznych, materiały audiowizualne</w:t>
      </w:r>
    </w:p>
    <w:p w:rsidR="00E960BB" w:rsidP="009C54AE" w:rsidRDefault="00E960BB" w14:paraId="7034F5B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3AC28C7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492E91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3045AD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791CC06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70236293" w14:textId="77777777">
        <w:tc>
          <w:tcPr>
            <w:tcW w:w="1985" w:type="dxa"/>
            <w:vAlign w:val="center"/>
          </w:tcPr>
          <w:p w:rsidRPr="009C54AE" w:rsidR="0085747A" w:rsidP="009C54AE" w:rsidRDefault="0071620A" w14:paraId="5F0DAC9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2AA23AC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2CB5A0B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EE242D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92B608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3F01A159" w14:textId="77777777">
        <w:tc>
          <w:tcPr>
            <w:tcW w:w="1985" w:type="dxa"/>
          </w:tcPr>
          <w:p w:rsidRPr="009C54AE" w:rsidR="0085747A" w:rsidP="009C54AE" w:rsidRDefault="006D2184" w14:paraId="1889967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Pr="00BC3B4C" w:rsidR="0085747A" w:rsidP="009C54AE" w:rsidRDefault="00BC3B4C" w14:paraId="715D3C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pisemne lub ustne</w:t>
            </w:r>
            <w:r w:rsidR="008C553B">
              <w:rPr>
                <w:rFonts w:ascii="Corbel" w:hAnsi="Corbel"/>
                <w:b w:val="0"/>
                <w:szCs w:val="24"/>
              </w:rPr>
              <w:t>, egzamin pisemny lub ustny</w:t>
            </w:r>
          </w:p>
        </w:tc>
        <w:tc>
          <w:tcPr>
            <w:tcW w:w="2126" w:type="dxa"/>
          </w:tcPr>
          <w:p w:rsidRPr="009C54AE" w:rsidR="0085747A" w:rsidP="000F6A40" w:rsidRDefault="000F6A40" w14:paraId="20E2FC9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85747A" w:rsidTr="00C05F44" w14:paraId="49E4CDA0" w14:textId="77777777">
        <w:tc>
          <w:tcPr>
            <w:tcW w:w="1985" w:type="dxa"/>
          </w:tcPr>
          <w:p w:rsidRPr="009C54AE" w:rsidR="0085747A" w:rsidP="009C54AE" w:rsidRDefault="006D2184" w14:paraId="3C97A16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528" w:type="dxa"/>
          </w:tcPr>
          <w:p w:rsidRPr="009C54AE" w:rsidR="0085747A" w:rsidP="009C54AE" w:rsidRDefault="008C553B" w14:paraId="2017F6F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pisemne lub ustne, egzamin pisemny lub ustny</w:t>
            </w:r>
          </w:p>
        </w:tc>
        <w:tc>
          <w:tcPr>
            <w:tcW w:w="2126" w:type="dxa"/>
          </w:tcPr>
          <w:p w:rsidRPr="009C54AE" w:rsidR="0085747A" w:rsidP="009C54AE" w:rsidRDefault="000F6A40" w14:paraId="526A0F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6D2184" w:rsidTr="00C05F44" w14:paraId="3A34E917" w14:textId="77777777">
        <w:tc>
          <w:tcPr>
            <w:tcW w:w="1985" w:type="dxa"/>
          </w:tcPr>
          <w:p w:rsidRPr="009C54AE" w:rsidR="006D2184" w:rsidP="009C54AE" w:rsidRDefault="006D2184" w14:paraId="69B14E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:rsidRPr="009C54AE" w:rsidR="006D2184" w:rsidP="009C54AE" w:rsidRDefault="008C553B" w14:paraId="52248E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pisemne lub ustne, egzamin pisemny lub ustny</w:t>
            </w:r>
          </w:p>
        </w:tc>
        <w:tc>
          <w:tcPr>
            <w:tcW w:w="2126" w:type="dxa"/>
          </w:tcPr>
          <w:p w:rsidRPr="009C54AE" w:rsidR="006D2184" w:rsidP="009C54AE" w:rsidRDefault="000F6A40" w14:paraId="5F78D9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6D2184" w:rsidTr="00C05F44" w14:paraId="05243FE7" w14:textId="77777777">
        <w:tc>
          <w:tcPr>
            <w:tcW w:w="1985" w:type="dxa"/>
          </w:tcPr>
          <w:p w:rsidRPr="009C54AE" w:rsidR="006D2184" w:rsidP="009C54AE" w:rsidRDefault="006D2184" w14:paraId="1ADEDE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:rsidRPr="009C54AE" w:rsidR="006D2184" w:rsidP="009C54AE" w:rsidRDefault="008C553B" w14:paraId="73179C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pisemne lub ustne, egzamin pisemny lub ustny</w:t>
            </w:r>
          </w:p>
        </w:tc>
        <w:tc>
          <w:tcPr>
            <w:tcW w:w="2126" w:type="dxa"/>
          </w:tcPr>
          <w:p w:rsidRPr="009C54AE" w:rsidR="006D2184" w:rsidP="009C54AE" w:rsidRDefault="000F6A40" w14:paraId="6BDC7F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6D2184" w:rsidTr="00C05F44" w14:paraId="22F4368D" w14:textId="77777777">
        <w:tc>
          <w:tcPr>
            <w:tcW w:w="1985" w:type="dxa"/>
          </w:tcPr>
          <w:p w:rsidRPr="009C54AE" w:rsidR="006D2184" w:rsidP="009C54AE" w:rsidRDefault="006D2184" w14:paraId="5AB439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:rsidRPr="009C54AE" w:rsidR="006D2184" w:rsidP="009C54AE" w:rsidRDefault="008C553B" w14:paraId="4F02D0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pisemne lub ustne, egzamin pisemny lub ustny, obserwacja w trakcie zajęć</w:t>
            </w:r>
          </w:p>
        </w:tc>
        <w:tc>
          <w:tcPr>
            <w:tcW w:w="2126" w:type="dxa"/>
          </w:tcPr>
          <w:p w:rsidRPr="009C54AE" w:rsidR="006D2184" w:rsidP="009C54AE" w:rsidRDefault="000F6A40" w14:paraId="39F5BA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6D2184" w:rsidTr="00C05F44" w14:paraId="0A4EDFC6" w14:textId="77777777">
        <w:tc>
          <w:tcPr>
            <w:tcW w:w="1985" w:type="dxa"/>
          </w:tcPr>
          <w:p w:rsidRPr="009C54AE" w:rsidR="006D2184" w:rsidP="009C54AE" w:rsidRDefault="006D2184" w14:paraId="0DDD8F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:rsidRPr="009C54AE" w:rsidR="006D2184" w:rsidP="009C54AE" w:rsidRDefault="008C553B" w14:paraId="07E15C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pisemne lub ustne, egzamin pisemny lub ustny</w:t>
            </w:r>
          </w:p>
        </w:tc>
        <w:tc>
          <w:tcPr>
            <w:tcW w:w="2126" w:type="dxa"/>
          </w:tcPr>
          <w:p w:rsidRPr="009C54AE" w:rsidR="006D2184" w:rsidP="009C54AE" w:rsidRDefault="000F6A40" w14:paraId="6BA73F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6D2184" w:rsidTr="00C05F44" w14:paraId="1BC1E955" w14:textId="77777777">
        <w:tc>
          <w:tcPr>
            <w:tcW w:w="1985" w:type="dxa"/>
          </w:tcPr>
          <w:p w:rsidRPr="009C54AE" w:rsidR="006D2184" w:rsidP="009C54AE" w:rsidRDefault="006D2184" w14:paraId="0EEB63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:rsidRPr="009C54AE" w:rsidR="006D2184" w:rsidP="009C54AE" w:rsidRDefault="008C553B" w14:paraId="774200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30576F">
              <w:rPr>
                <w:rFonts w:ascii="Corbel" w:hAnsi="Corbel"/>
                <w:b w:val="0"/>
                <w:szCs w:val="24"/>
              </w:rPr>
              <w:t>, prezentacja multimedialna</w:t>
            </w:r>
          </w:p>
        </w:tc>
        <w:tc>
          <w:tcPr>
            <w:tcW w:w="2126" w:type="dxa"/>
          </w:tcPr>
          <w:p w:rsidRPr="009C54AE" w:rsidR="006D2184" w:rsidP="009C54AE" w:rsidRDefault="000F6A40" w14:paraId="3A16E7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6D2184" w:rsidTr="00C05F44" w14:paraId="71BE768F" w14:textId="77777777">
        <w:tc>
          <w:tcPr>
            <w:tcW w:w="1985" w:type="dxa"/>
          </w:tcPr>
          <w:p w:rsidRPr="009C54AE" w:rsidR="006D2184" w:rsidP="009C54AE" w:rsidRDefault="006D2184" w14:paraId="792118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8" w:type="dxa"/>
          </w:tcPr>
          <w:p w:rsidRPr="009C54AE" w:rsidR="006D2184" w:rsidP="00FD3CDC" w:rsidRDefault="000F6A40" w14:paraId="05B2F0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pisemne lub ustne, egzamin pisemny lub ustny, obserwacja w trakcie zajęć</w:t>
            </w:r>
          </w:p>
        </w:tc>
        <w:tc>
          <w:tcPr>
            <w:tcW w:w="2126" w:type="dxa"/>
          </w:tcPr>
          <w:p w:rsidRPr="009C54AE" w:rsidR="006D2184" w:rsidP="009C54AE" w:rsidRDefault="000F6A40" w14:paraId="3CBE75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6D2184" w:rsidTr="00C05F44" w14:paraId="7BED6183" w14:textId="77777777">
        <w:tc>
          <w:tcPr>
            <w:tcW w:w="1985" w:type="dxa"/>
          </w:tcPr>
          <w:p w:rsidRPr="009C54AE" w:rsidR="006D2184" w:rsidP="009C54AE" w:rsidRDefault="006D2184" w14:paraId="32D743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528" w:type="dxa"/>
          </w:tcPr>
          <w:p w:rsidRPr="009C54AE" w:rsidR="006D2184" w:rsidP="009C54AE" w:rsidRDefault="000F6A40" w14:paraId="073295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30576F">
              <w:rPr>
                <w:rFonts w:ascii="Corbel" w:hAnsi="Corbel"/>
                <w:b w:val="0"/>
                <w:szCs w:val="24"/>
              </w:rPr>
              <w:t>, prezentacja multimedialna</w:t>
            </w:r>
          </w:p>
        </w:tc>
        <w:tc>
          <w:tcPr>
            <w:tcW w:w="2126" w:type="dxa"/>
          </w:tcPr>
          <w:p w:rsidRPr="009C54AE" w:rsidR="006D2184" w:rsidP="009C54AE" w:rsidRDefault="000F6A40" w14:paraId="3AA58B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6D2184" w:rsidTr="00C05F44" w14:paraId="5AC2A0EC" w14:textId="77777777">
        <w:tc>
          <w:tcPr>
            <w:tcW w:w="1985" w:type="dxa"/>
          </w:tcPr>
          <w:p w:rsidRPr="009C54AE" w:rsidR="006D2184" w:rsidP="009C54AE" w:rsidRDefault="006D2184" w14:paraId="5CC2D8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528" w:type="dxa"/>
          </w:tcPr>
          <w:p w:rsidRPr="009C54AE" w:rsidR="006D2184" w:rsidP="009C54AE" w:rsidRDefault="00BC3B4C" w14:paraId="3A010E0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B4C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6D2184" w:rsidP="009C54AE" w:rsidRDefault="000F6A40" w14:paraId="558497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Pr="009C54AE" w:rsidR="00923D7D" w:rsidP="009C54AE" w:rsidRDefault="00923D7D" w14:paraId="77A45AF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7741CE4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292737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32AF9354" w14:paraId="31F8F420" w14:textId="77777777">
        <w:tc>
          <w:tcPr>
            <w:tcW w:w="9670" w:type="dxa"/>
            <w:tcMar/>
          </w:tcPr>
          <w:p w:rsidRPr="009C54AE" w:rsidR="00600651" w:rsidP="32AF9354" w:rsidRDefault="00600651" w14:paraId="280A27C3" w14:textId="07EE4F18">
            <w:pPr>
              <w:spacing w:before="0" w:after="0"/>
              <w:jc w:val="both"/>
            </w:pPr>
            <w:r w:rsidRPr="32AF9354" w:rsidR="1BC71D5E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32AF9354" w:rsidR="1BC71D5E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32AF9354" w:rsidR="1BC71D5E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32AF9354" w:rsidR="1BC71D5E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600651" w:rsidP="32AF9354" w:rsidRDefault="00600651" w14:paraId="08FF1393" w14:textId="3A72949C">
            <w:pPr>
              <w:spacing w:before="0" w:after="0"/>
              <w:jc w:val="both"/>
            </w:pPr>
            <w:r w:rsidRPr="32AF9354" w:rsidR="1BC71D5E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32AF9354" w:rsidR="1BC71D5E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600651" w:rsidP="32AF9354" w:rsidRDefault="00600651" w14:paraId="1688BD98" w14:textId="1BDBAEB9">
            <w:pPr>
              <w:spacing w:before="0" w:after="0"/>
              <w:jc w:val="both"/>
            </w:pPr>
            <w:r w:rsidRPr="32AF9354" w:rsidR="1BC71D5E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32AF9354" w:rsidR="1BC71D5E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C54AE" w:rsidR="00600651" w:rsidP="32AF9354" w:rsidRDefault="00600651" w14:paraId="6255A4CC" w14:textId="071F9D3A">
            <w:pPr>
              <w:spacing w:before="0" w:after="0"/>
            </w:pPr>
            <w:r w:rsidRPr="32AF9354" w:rsidR="1BC71D5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9C54AE" w:rsidR="00600651" w:rsidP="32AF9354" w:rsidRDefault="00600651" w14:paraId="1FC05D22" w14:textId="5F16B7F0">
            <w:pPr>
              <w:spacing w:before="0" w:after="0"/>
            </w:pPr>
            <w:r w:rsidRPr="32AF9354" w:rsidR="1BC71D5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9C54AE" w:rsidR="00600651" w:rsidP="32AF9354" w:rsidRDefault="00600651" w14:paraId="2B5E0114" w14:textId="6B96503B">
            <w:pPr>
              <w:spacing w:before="0" w:after="0"/>
            </w:pPr>
            <w:r w:rsidRPr="32AF9354" w:rsidR="1BC71D5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9C54AE" w:rsidR="00600651" w:rsidP="32AF9354" w:rsidRDefault="00600651" w14:paraId="4BA190EB" w14:textId="71F88F05">
            <w:pPr>
              <w:spacing w:before="0" w:after="0"/>
            </w:pPr>
            <w:r w:rsidRPr="32AF9354" w:rsidR="1BC71D5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9C54AE" w:rsidR="00600651" w:rsidP="32AF9354" w:rsidRDefault="00600651" w14:paraId="5C849FF4" w14:textId="1E682A34">
            <w:pPr>
              <w:spacing w:before="0" w:after="0"/>
            </w:pPr>
            <w:r w:rsidRPr="32AF9354" w:rsidR="1BC71D5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9C54AE" w:rsidR="00600651" w:rsidP="32AF9354" w:rsidRDefault="00600651" w14:paraId="3DCF9ED4" w14:textId="79064C38">
            <w:pPr>
              <w:spacing w:before="0" w:after="0"/>
            </w:pPr>
            <w:r w:rsidRPr="32AF9354" w:rsidR="1BC71D5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ndst.- poniżej 50 %. </w:t>
            </w:r>
          </w:p>
          <w:p w:rsidRPr="009C54AE" w:rsidR="00600651" w:rsidP="32AF9354" w:rsidRDefault="00600651" w14:paraId="27729EF4" w14:textId="414EE4FA">
            <w:pPr>
              <w:spacing w:before="0" w:after="0"/>
              <w:jc w:val="both"/>
            </w:pPr>
            <w:r w:rsidRPr="32AF9354" w:rsidR="1BC71D5E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C54AE" w:rsidR="00600651" w:rsidP="32AF9354" w:rsidRDefault="00600651" w14:paraId="74D36EF3" w14:textId="06F749F0">
            <w:pPr>
              <w:spacing w:before="0" w:after="0"/>
              <w:jc w:val="both"/>
            </w:pPr>
            <w:r w:rsidRPr="32AF9354" w:rsidR="1BC71D5E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Zaliczenie ćwiczeń odbywa na podstawie – frekwencji na ćwiczeniach, aktywności na zajęciach oraz 2 kolokwiów, z których ocena pozytywna osiągana jest w przypadku uzyskania ponad 50% poprawnych odpowiedzi.</w:t>
            </w:r>
            <w:r w:rsidRPr="32AF9354" w:rsidR="1BC71D5E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C54AE" w:rsidR="00600651" w:rsidP="32AF9354" w:rsidRDefault="00600651" w14:paraId="273F63BE" w14:textId="361A5B21">
            <w:pPr>
              <w:spacing w:before="0" w:after="0"/>
              <w:jc w:val="both"/>
            </w:pPr>
            <w:r w:rsidRPr="32AF9354" w:rsidR="1BC71D5E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  <w:r w:rsidRPr="32AF9354" w:rsidR="1BC71D5E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C54AE" w:rsidR="00600651" w:rsidP="32AF9354" w:rsidRDefault="00600651" w14:paraId="6E37B468" w14:textId="52D3EEA9">
            <w:pPr>
              <w:spacing w:before="0" w:after="0"/>
            </w:pPr>
            <w:r w:rsidRPr="32AF9354" w:rsidR="1BC71D5E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Skala ocen:</w:t>
            </w:r>
          </w:p>
          <w:p w:rsidRPr="009C54AE" w:rsidR="00600651" w:rsidP="32AF9354" w:rsidRDefault="00600651" w14:paraId="25784549" w14:textId="37FD8213">
            <w:pPr>
              <w:spacing w:before="0" w:after="0"/>
            </w:pPr>
            <w:r w:rsidRPr="32AF9354" w:rsidR="1BC71D5E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bdb – powyższej 90%,</w:t>
            </w:r>
          </w:p>
          <w:p w:rsidRPr="009C54AE" w:rsidR="00600651" w:rsidP="32AF9354" w:rsidRDefault="00600651" w14:paraId="73E23B20" w14:textId="121BD047">
            <w:pPr>
              <w:spacing w:before="0" w:after="0"/>
            </w:pPr>
            <w:r w:rsidRPr="32AF9354" w:rsidR="1BC71D5E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db – 81 – 89%,</w:t>
            </w:r>
          </w:p>
          <w:p w:rsidRPr="009C54AE" w:rsidR="00600651" w:rsidP="32AF9354" w:rsidRDefault="00600651" w14:paraId="5CDFCA77" w14:textId="26ADA308">
            <w:pPr>
              <w:spacing w:before="0" w:after="0"/>
            </w:pPr>
            <w:r w:rsidRPr="32AF9354" w:rsidR="1BC71D5E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db –  70 – 80%,</w:t>
            </w:r>
          </w:p>
          <w:p w:rsidRPr="009C54AE" w:rsidR="00600651" w:rsidP="32AF9354" w:rsidRDefault="00600651" w14:paraId="060ED3E2" w14:textId="0CCC7373">
            <w:pPr>
              <w:spacing w:before="0" w:after="0"/>
            </w:pPr>
            <w:r w:rsidRPr="32AF9354" w:rsidR="1BC71D5E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dst – 61 -69%,</w:t>
            </w:r>
          </w:p>
          <w:p w:rsidRPr="009C54AE" w:rsidR="00600651" w:rsidP="32AF9354" w:rsidRDefault="00600651" w14:paraId="79AB2BC6" w14:textId="6B75A5F8">
            <w:pPr>
              <w:spacing w:before="0" w:after="0"/>
            </w:pPr>
            <w:r w:rsidRPr="32AF9354" w:rsidR="1BC71D5E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dst – 51 – 60%,</w:t>
            </w:r>
          </w:p>
          <w:p w:rsidRPr="009C54AE" w:rsidR="00600651" w:rsidP="32AF9354" w:rsidRDefault="00600651" w14:paraId="683EE1D1" w14:textId="4114BB1B">
            <w:pPr>
              <w:spacing w:before="0" w:after="0"/>
            </w:pPr>
            <w:r w:rsidRPr="32AF9354" w:rsidR="1BC71D5E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</w:t>
            </w:r>
          </w:p>
          <w:p w:rsidRPr="009C54AE" w:rsidR="00600651" w:rsidP="32AF9354" w:rsidRDefault="00600651" w14:paraId="66A9307B" w14:textId="6427E129">
            <w:pPr>
              <w:spacing w:before="0" w:after="0" w:line="257" w:lineRule="auto"/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</w:pPr>
          </w:p>
          <w:p w:rsidRPr="009C54AE" w:rsidR="00600651" w:rsidP="32AF9354" w:rsidRDefault="00600651" w14:paraId="554778FA" w14:textId="621B23EF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36BA394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13447D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DB4BDE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655EE861" w14:textId="77777777">
        <w:tc>
          <w:tcPr>
            <w:tcW w:w="4962" w:type="dxa"/>
            <w:vAlign w:val="center"/>
          </w:tcPr>
          <w:p w:rsidRPr="009C54AE" w:rsidR="0085747A" w:rsidP="009C54AE" w:rsidRDefault="00C61DC5" w14:paraId="49E6F72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3CA3722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6C2C7BEE" w14:textId="77777777">
        <w:tc>
          <w:tcPr>
            <w:tcW w:w="4962" w:type="dxa"/>
          </w:tcPr>
          <w:p w:rsidRPr="009C54AE" w:rsidR="0085747A" w:rsidP="009C54AE" w:rsidRDefault="00C61DC5" w14:paraId="0505C38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136047" w14:paraId="492A05C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2EBE8ECC" w14:textId="77777777">
        <w:tc>
          <w:tcPr>
            <w:tcW w:w="4962" w:type="dxa"/>
          </w:tcPr>
          <w:p w:rsidRPr="009C54AE" w:rsidR="00C61DC5" w:rsidP="009C54AE" w:rsidRDefault="00C61DC5" w14:paraId="019B551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3F1C487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A37F6A" w14:paraId="3B14F9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B4E8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04E801D0" w14:textId="77777777">
        <w:tc>
          <w:tcPr>
            <w:tcW w:w="4962" w:type="dxa"/>
          </w:tcPr>
          <w:p w:rsidRPr="009C54AE" w:rsidR="0071620A" w:rsidP="009C54AE" w:rsidRDefault="00C61DC5" w14:paraId="5F79039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408BD61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7B4E85" w14:paraId="4FA1954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85747A" w:rsidTr="00923D7D" w14:paraId="0B412C61" w14:textId="77777777">
        <w:tc>
          <w:tcPr>
            <w:tcW w:w="4962" w:type="dxa"/>
          </w:tcPr>
          <w:p w:rsidRPr="009C54AE" w:rsidR="0085747A" w:rsidP="009C54AE" w:rsidRDefault="0085747A" w14:paraId="539A2D3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7B4E85" w14:paraId="5CC4F6E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Pr="009C54AE" w:rsidR="0085747A" w:rsidTr="00923D7D" w14:paraId="60F122C9" w14:textId="77777777">
        <w:tc>
          <w:tcPr>
            <w:tcW w:w="4962" w:type="dxa"/>
          </w:tcPr>
          <w:p w:rsidRPr="009C54AE" w:rsidR="0085747A" w:rsidP="009C54AE" w:rsidRDefault="0085747A" w14:paraId="5E502FA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7B4E85" w14:paraId="4540C5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1DD066A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EFE717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2533AB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E016F6E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75190EBF" w14:paraId="22300882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081C91B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75190EBF" w:rsidRDefault="0085747A" w14:paraId="4B0F39FA" w14:textId="07A00F3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5190EBF" w:rsidR="0E3D555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75190EBF" w14:paraId="1928479C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27C331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75190EBF" w:rsidRDefault="0085747A" w14:paraId="06417B6A" w14:textId="2F1C1DB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5190EBF" w:rsidR="54BF055E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394FE4B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9053CE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68FE6B9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75190EBF" w14:paraId="0EE231D6" w14:textId="77777777">
        <w:trPr>
          <w:trHeight w:val="397"/>
        </w:trPr>
        <w:tc>
          <w:tcPr>
            <w:tcW w:w="7513" w:type="dxa"/>
            <w:tcMar/>
          </w:tcPr>
          <w:p w:rsidR="0085747A" w:rsidP="75190EBF" w:rsidRDefault="0085747A" w14:paraId="0373765A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75190EBF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</w:t>
            </w:r>
            <w:r w:rsidRPr="75190EBF" w:rsidR="22A1E818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 (wybrane rozdziały)</w:t>
            </w:r>
            <w:r w:rsidRPr="75190EBF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:</w:t>
            </w:r>
          </w:p>
          <w:p w:rsidR="75190EBF" w:rsidP="75190EBF" w:rsidRDefault="75190EBF" w14:paraId="69A9B03E" w14:textId="0A466812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DB5CC2" w:rsidR="00DB5CC2" w:rsidP="00AB64A5" w:rsidRDefault="00DB5CC2" w14:paraId="7F900806" w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Times New Roman"/>
                <w:color w:val="000000" w:themeColor="text1"/>
                <w:sz w:val="24"/>
                <w:szCs w:val="24"/>
              </w:rPr>
            </w:pPr>
            <w:r w:rsidRPr="00DB5CC2">
              <w:rPr>
                <w:rFonts w:ascii="Corbel" w:hAnsi="Corbel" w:eastAsia="Times New Roman"/>
                <w:color w:val="000000" w:themeColor="text1"/>
                <w:sz w:val="24"/>
                <w:szCs w:val="24"/>
              </w:rPr>
              <w:t xml:space="preserve">Gruza E., Goc M., Moszczyński J., </w:t>
            </w:r>
            <w:r w:rsidRPr="00DB5CC2">
              <w:rPr>
                <w:rFonts w:ascii="Corbel" w:hAnsi="Corbel" w:eastAsia="Times New Roman"/>
                <w:i/>
                <w:iCs/>
                <w:color w:val="000000" w:themeColor="text1"/>
                <w:sz w:val="24"/>
                <w:szCs w:val="24"/>
              </w:rPr>
              <w:t xml:space="preserve">Kryminalistyka czyli rzecz o współczesnych metodach dowodzenia przestępstw, </w:t>
            </w:r>
            <w:r w:rsidRPr="00DB5CC2">
              <w:rPr>
                <w:rFonts w:ascii="Corbel" w:hAnsi="Corbel" w:eastAsia="Times New Roman"/>
                <w:iCs/>
                <w:color w:val="000000" w:themeColor="text1"/>
                <w:sz w:val="24"/>
                <w:szCs w:val="24"/>
              </w:rPr>
              <w:t>Wolters Kluwer, Warszawa 2020</w:t>
            </w:r>
          </w:p>
          <w:p w:rsidRPr="00DB5CC2" w:rsidR="00DB5CC2" w:rsidP="00DB5CC2" w:rsidRDefault="00DB5CC2" w14:paraId="5390CA43" w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Times New Roman"/>
                <w:color w:val="000000" w:themeColor="text1"/>
                <w:sz w:val="24"/>
                <w:szCs w:val="24"/>
              </w:rPr>
            </w:pPr>
            <w:r w:rsidRPr="00DB5CC2">
              <w:rPr>
                <w:rFonts w:ascii="Corbel" w:hAnsi="Corbel" w:eastAsia="Times New Roman"/>
                <w:i/>
                <w:iCs/>
                <w:color w:val="000000" w:themeColor="text1"/>
                <w:sz w:val="24"/>
                <w:szCs w:val="24"/>
              </w:rPr>
              <w:t xml:space="preserve">Kryminalistyka, </w:t>
            </w:r>
            <w:r w:rsidRPr="00DB5CC2">
              <w:rPr>
                <w:rFonts w:ascii="Corbel" w:hAnsi="Corbel" w:eastAsia="Times New Roman"/>
                <w:color w:val="000000" w:themeColor="text1"/>
                <w:sz w:val="24"/>
                <w:szCs w:val="24"/>
              </w:rPr>
              <w:t>J. Widacki (red.)</w:t>
            </w:r>
            <w:r w:rsidRPr="00DB5CC2">
              <w:rPr>
                <w:rFonts w:ascii="Corbel" w:hAnsi="Corbel" w:eastAsia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DB5CC2">
              <w:rPr>
                <w:rFonts w:ascii="Corbel" w:hAnsi="Corbel" w:eastAsia="Times New Roman"/>
                <w:color w:val="000000" w:themeColor="text1"/>
                <w:sz w:val="24"/>
                <w:szCs w:val="24"/>
              </w:rPr>
              <w:t>C.H. Beck 2018.</w:t>
            </w:r>
          </w:p>
          <w:p w:rsidRPr="009C54AE" w:rsidR="00DB5CC2" w:rsidP="00DB5CC2" w:rsidRDefault="00DB5CC2" w14:paraId="74AC3E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CC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Pływaczewski E. W., Redo S., Guzik-</w:t>
            </w:r>
            <w:proofErr w:type="spellStart"/>
            <w:r w:rsidRPr="00DB5CC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Makaruk</w:t>
            </w:r>
            <w:proofErr w:type="spellEnd"/>
            <w:r w:rsidRPr="00DB5CC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E.M., Laskowska K., Filipkowski W., Glińska E., Jurgielewicz-</w:t>
            </w:r>
            <w:proofErr w:type="spellStart"/>
            <w:r w:rsidRPr="00DB5CC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Delegacz</w:t>
            </w:r>
            <w:proofErr w:type="spellEnd"/>
            <w:r w:rsidRPr="00DB5CC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E., Perkowska M., </w:t>
            </w:r>
            <w:r w:rsidRPr="00DB5CC2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 xml:space="preserve">Kryminologia. Stan i perspektywy rozwoju, </w:t>
            </w:r>
            <w:r w:rsidRPr="00DB5CC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Warszawa 2019.</w:t>
            </w:r>
          </w:p>
        </w:tc>
      </w:tr>
      <w:tr w:rsidRPr="00E142AF" w:rsidR="0085747A" w:rsidTr="75190EBF" w14:paraId="02F32492" w14:textId="77777777">
        <w:trPr>
          <w:trHeight w:val="397"/>
        </w:trPr>
        <w:tc>
          <w:tcPr>
            <w:tcW w:w="7513" w:type="dxa"/>
            <w:tcMar/>
          </w:tcPr>
          <w:p w:rsidR="0085747A" w:rsidP="75190EBF" w:rsidRDefault="0085747A" w14:paraId="169E9884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75190EBF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uzupełniająca</w:t>
            </w:r>
            <w:r w:rsidRPr="75190EBF" w:rsidR="22A1E818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 (wybrane rozdziały)</w:t>
            </w:r>
            <w:r w:rsidRPr="75190EBF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: </w:t>
            </w:r>
          </w:p>
          <w:p w:rsidR="75190EBF" w:rsidP="75190EBF" w:rsidRDefault="75190EBF" w14:paraId="3DDCF4F4" w14:textId="2B80E8EA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DB5CC2" w:rsidR="00CC4B67" w:rsidP="00CC4B67" w:rsidRDefault="00CC4B67" w14:paraId="5D4DB52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CC2">
              <w:rPr>
                <w:rFonts w:ascii="Corbel" w:hAnsi="Corbel"/>
                <w:sz w:val="24"/>
                <w:szCs w:val="24"/>
              </w:rPr>
              <w:t xml:space="preserve">Bajda K., Semków D., </w:t>
            </w:r>
            <w:r w:rsidRPr="00DB5CC2">
              <w:rPr>
                <w:rFonts w:ascii="Corbel" w:hAnsi="Corbel"/>
                <w:i/>
                <w:sz w:val="24"/>
                <w:szCs w:val="24"/>
              </w:rPr>
              <w:t>Samobójstwa wśród dzieci i młodzieży. Aspekty kryminologiczne</w:t>
            </w:r>
            <w:r w:rsidRPr="00DB5CC2">
              <w:rPr>
                <w:rFonts w:ascii="Corbel" w:hAnsi="Corbel"/>
                <w:sz w:val="24"/>
                <w:szCs w:val="24"/>
              </w:rPr>
              <w:t xml:space="preserve">, [w:] </w:t>
            </w:r>
            <w:r w:rsidRPr="00DB5CC2">
              <w:rPr>
                <w:rFonts w:ascii="Corbel" w:hAnsi="Corbel"/>
                <w:i/>
                <w:sz w:val="24"/>
                <w:szCs w:val="24"/>
              </w:rPr>
              <w:t xml:space="preserve">Bezpieczeństwo młodzieży szkolnej w aspekcie </w:t>
            </w:r>
            <w:proofErr w:type="spellStart"/>
            <w:r w:rsidRPr="00DB5CC2">
              <w:rPr>
                <w:rFonts w:ascii="Corbel" w:hAnsi="Corbel"/>
                <w:i/>
                <w:sz w:val="24"/>
                <w:szCs w:val="24"/>
              </w:rPr>
              <w:t>zachowań</w:t>
            </w:r>
            <w:proofErr w:type="spellEnd"/>
            <w:r w:rsidRPr="00DB5CC2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DB5CC2">
              <w:rPr>
                <w:rFonts w:ascii="Corbel" w:hAnsi="Corbel"/>
                <w:i/>
                <w:sz w:val="24"/>
                <w:szCs w:val="24"/>
              </w:rPr>
              <w:t>suicydalnych</w:t>
            </w:r>
            <w:proofErr w:type="spellEnd"/>
            <w:r w:rsidRPr="00DB5CC2">
              <w:rPr>
                <w:rFonts w:ascii="Corbel" w:hAnsi="Corbel"/>
                <w:i/>
                <w:sz w:val="24"/>
                <w:szCs w:val="24"/>
              </w:rPr>
              <w:t>. Wychowanie. Edukacja. Profilaktyka,</w:t>
            </w:r>
            <w:r w:rsidRPr="00DB5CC2">
              <w:rPr>
                <w:rFonts w:ascii="Corbel" w:hAnsi="Corbel"/>
                <w:sz w:val="24"/>
                <w:szCs w:val="24"/>
              </w:rPr>
              <w:t xml:space="preserve"> red. G. </w:t>
            </w:r>
          </w:p>
          <w:p w:rsidR="00CC4B67" w:rsidP="00CC4B67" w:rsidRDefault="00CC4B67" w14:paraId="092B71A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B5CC2">
              <w:rPr>
                <w:rFonts w:ascii="Corbel" w:hAnsi="Corbel"/>
                <w:sz w:val="24"/>
                <w:szCs w:val="24"/>
              </w:rPr>
              <w:t>Ostasz</w:t>
            </w:r>
            <w:proofErr w:type="spellEnd"/>
            <w:r w:rsidRPr="00DB5CC2">
              <w:rPr>
                <w:rFonts w:ascii="Corbel" w:hAnsi="Corbel"/>
                <w:sz w:val="24"/>
                <w:szCs w:val="24"/>
              </w:rPr>
              <w:t xml:space="preserve">, E. </w:t>
            </w:r>
            <w:proofErr w:type="spellStart"/>
            <w:r w:rsidRPr="00DB5CC2">
              <w:rPr>
                <w:rFonts w:ascii="Corbel" w:hAnsi="Corbel"/>
                <w:sz w:val="24"/>
                <w:szCs w:val="24"/>
              </w:rPr>
              <w:t>Moczuk</w:t>
            </w:r>
            <w:proofErr w:type="spellEnd"/>
            <w:r w:rsidRPr="00DB5CC2">
              <w:rPr>
                <w:rFonts w:ascii="Corbel" w:hAnsi="Corbel"/>
                <w:sz w:val="24"/>
                <w:szCs w:val="24"/>
              </w:rPr>
              <w:t>, J. Jedynak, Rzeszów 2018, s. 103-119.</w:t>
            </w:r>
          </w:p>
          <w:p w:rsidRPr="0066796A" w:rsidR="00CC4B67" w:rsidP="00CC4B67" w:rsidRDefault="00CC4B67" w14:paraId="62B427B9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796A">
              <w:rPr>
                <w:rFonts w:ascii="Times New Roman" w:hAnsi="Times New Roman"/>
                <w:sz w:val="24"/>
                <w:szCs w:val="24"/>
                <w:lang w:val="en-US"/>
              </w:rPr>
              <w:t>Bajda</w:t>
            </w:r>
            <w:proofErr w:type="spellEnd"/>
            <w:r w:rsidRPr="006679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K., </w:t>
            </w:r>
            <w:r w:rsidRPr="0066796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Possibilities of using </w:t>
            </w:r>
            <w:proofErr w:type="spellStart"/>
            <w:r w:rsidRPr="0066796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polygraphic</w:t>
            </w:r>
            <w:proofErr w:type="spellEnd"/>
            <w:r w:rsidRPr="0066796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research in cases involving events involving stadium hooligans</w:t>
            </w:r>
            <w:r w:rsidRPr="006679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6796A">
              <w:rPr>
                <w:rFonts w:ascii="Times New Roman" w:hAnsi="Times New Roman"/>
                <w:sz w:val="24"/>
                <w:szCs w:val="24"/>
                <w:lang w:val="en-US"/>
              </w:rPr>
              <w:t>Przestępstwa</w:t>
            </w:r>
            <w:proofErr w:type="spellEnd"/>
            <w:r w:rsidRPr="006679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796A">
              <w:rPr>
                <w:rFonts w:ascii="Times New Roman" w:hAnsi="Times New Roman"/>
                <w:sz w:val="24"/>
                <w:szCs w:val="24"/>
                <w:lang w:val="en-US"/>
              </w:rPr>
              <w:t>przeciwko</w:t>
            </w:r>
            <w:proofErr w:type="spellEnd"/>
            <w:r w:rsidRPr="006679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796A">
              <w:rPr>
                <w:rFonts w:ascii="Times New Roman" w:hAnsi="Times New Roman"/>
                <w:sz w:val="24"/>
                <w:szCs w:val="24"/>
                <w:lang w:val="en-US"/>
              </w:rPr>
              <w:t>życiu</w:t>
            </w:r>
            <w:proofErr w:type="spellEnd"/>
            <w:r w:rsidRPr="006679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796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6679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796A">
              <w:rPr>
                <w:rFonts w:ascii="Times New Roman" w:hAnsi="Times New Roman"/>
                <w:sz w:val="24"/>
                <w:szCs w:val="24"/>
                <w:lang w:val="en-US"/>
              </w:rPr>
              <w:t>zdrowiu</w:t>
            </w:r>
            <w:proofErr w:type="spellEnd"/>
            <w:r w:rsidRPr="006679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66796A">
              <w:rPr>
                <w:rFonts w:ascii="Times New Roman" w:hAnsi="Times New Roman"/>
                <w:sz w:val="24"/>
                <w:szCs w:val="24"/>
              </w:rPr>
              <w:t>Aspekty prawne, kryminologiczne i kryminalistyczne. Tom II, Wydawnictwo Uniwersytetu Rzeszowskiego, Rzeszów 2020, (red.) D. Semków, I. Kułak, s. 259-283.</w:t>
            </w:r>
          </w:p>
          <w:p w:rsidR="00CC4B67" w:rsidP="00CC4B67" w:rsidRDefault="00CC4B67" w14:paraId="3464E16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Bajda K., </w:t>
            </w:r>
            <w:r w:rsidRPr="0066796A">
              <w:rPr>
                <w:rFonts w:ascii="Times New Roman" w:hAnsi="Times New Roman"/>
                <w:i/>
                <w:sz w:val="24"/>
                <w:szCs w:val="24"/>
              </w:rPr>
              <w:t>Kryminologiczne aspekty chuligaństwa stadionowego. Studium teoretyczno-empiryczne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F18CB">
              <w:rPr>
                <w:rFonts w:ascii="Times New Roman" w:hAnsi="Times New Roman"/>
                <w:sz w:val="24"/>
                <w:szCs w:val="24"/>
              </w:rPr>
              <w:t>Wydawnictwo Uniwersytetu Rzeszowskiego</w:t>
            </w:r>
            <w:r>
              <w:rPr>
                <w:rFonts w:ascii="Times New Roman" w:hAnsi="Times New Roman"/>
                <w:sz w:val="24"/>
                <w:szCs w:val="24"/>
              </w:rPr>
              <w:t>, Rzeszów 2019, ss. 179.</w:t>
            </w:r>
          </w:p>
          <w:p w:rsidR="00CC4B67" w:rsidP="00CC4B67" w:rsidRDefault="00CC4B67" w14:paraId="1D2866F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1175">
              <w:rPr>
                <w:rFonts w:ascii="Times New Roman" w:hAnsi="Times New Roman"/>
                <w:sz w:val="24"/>
                <w:szCs w:val="24"/>
              </w:rPr>
              <w:t>Bajda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K.</w:t>
            </w:r>
            <w:r w:rsidRPr="0042117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6796A">
              <w:rPr>
                <w:rFonts w:ascii="Times New Roman" w:hAnsi="Times New Roman"/>
                <w:i/>
                <w:sz w:val="24"/>
                <w:szCs w:val="24"/>
              </w:rPr>
              <w:t>Prawno-kryminalistyczna problematyka chuligaństwa stadionowego</w:t>
            </w:r>
            <w:r w:rsidRPr="0066796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Wydawnictwo Uniwersytetu Rzeszowskiego, Rzeszów 2020, ss. 309.</w:t>
            </w:r>
          </w:p>
          <w:p w:rsidRPr="00A224CB" w:rsidR="00C40EB8" w:rsidP="00C40EB8" w:rsidRDefault="00C40EB8" w14:paraId="3203DCB1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224CB">
              <w:rPr>
                <w:rFonts w:ascii="Times New Roman" w:hAnsi="Times New Roman"/>
                <w:sz w:val="24"/>
                <w:szCs w:val="24"/>
                <w:lang w:val="en-US"/>
              </w:rPr>
              <w:t>Bajda</w:t>
            </w:r>
            <w:proofErr w:type="spellEnd"/>
            <w:r w:rsidRPr="00A224C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K., </w:t>
            </w:r>
            <w:r w:rsidRPr="00A224C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Criminological and Forensic Aspects of Selected Forms of Contemporary Organized Crime in Poland</w:t>
            </w:r>
            <w:r w:rsidRPr="00A224C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224CB">
              <w:rPr>
                <w:rFonts w:ascii="Times New Roman" w:hAnsi="Times New Roman"/>
                <w:sz w:val="24"/>
                <w:szCs w:val="24"/>
                <w:lang w:val="en-US"/>
              </w:rPr>
              <w:t>Przegląd</w:t>
            </w:r>
            <w:proofErr w:type="spellEnd"/>
            <w:r w:rsidRPr="00A224C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24CB">
              <w:rPr>
                <w:rFonts w:ascii="Times New Roman" w:hAnsi="Times New Roman"/>
                <w:sz w:val="24"/>
                <w:szCs w:val="24"/>
                <w:lang w:val="en-US"/>
              </w:rPr>
              <w:t>Prawno</w:t>
            </w:r>
            <w:proofErr w:type="spellEnd"/>
            <w:r w:rsidRPr="00A224C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A224CB">
              <w:rPr>
                <w:rFonts w:ascii="Times New Roman" w:hAnsi="Times New Roman"/>
                <w:sz w:val="24"/>
                <w:szCs w:val="24"/>
                <w:lang w:val="en-US"/>
              </w:rPr>
              <w:t>Ekonomiczny</w:t>
            </w:r>
            <w:proofErr w:type="spellEnd"/>
            <w:r w:rsidRPr="00A224C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Nr 46 (1/2019), s. 9-24.   </w:t>
            </w:r>
          </w:p>
          <w:p w:rsidRPr="00A224CB" w:rsidR="00C40EB8" w:rsidP="00C40EB8" w:rsidRDefault="00C40EB8" w14:paraId="5936318A" w14:textId="77777777">
            <w:pPr>
              <w:spacing w:after="0" w:line="240" w:lineRule="auto"/>
              <w:rPr>
                <w:lang w:val="en-US"/>
              </w:rPr>
            </w:pPr>
            <w:r w:rsidRPr="00A224C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Possibilities of using </w:t>
            </w:r>
            <w:proofErr w:type="spellStart"/>
            <w:r w:rsidRPr="00A224C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polygraphic</w:t>
            </w:r>
            <w:proofErr w:type="spellEnd"/>
            <w:r w:rsidRPr="00A224C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research in cases </w:t>
            </w:r>
          </w:p>
          <w:p w:rsidRPr="00C40EB8" w:rsidR="00C40EB8" w:rsidP="00C40EB8" w:rsidRDefault="00C40EB8" w14:paraId="0F1760AA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A224CB">
              <w:rPr>
                <w:rFonts w:ascii="Times New Roman" w:hAnsi="Times New Roman"/>
                <w:sz w:val="24"/>
                <w:szCs w:val="24"/>
                <w:lang w:val="en-GB"/>
              </w:rPr>
              <w:lastRenderedPageBreak/>
              <w:t>Bajda</w:t>
            </w:r>
            <w:proofErr w:type="spellEnd"/>
            <w:r w:rsidRPr="00A224CB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K., </w:t>
            </w:r>
            <w:r w:rsidRPr="00A224CB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Criminological and Forensic Aspects of Selected Areas of Organized Crime in Poland</w:t>
            </w:r>
            <w:r w:rsidRPr="00A224CB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, Studia </w:t>
            </w:r>
            <w:proofErr w:type="spellStart"/>
            <w:r w:rsidRPr="00A224CB">
              <w:rPr>
                <w:rFonts w:ascii="Times New Roman" w:hAnsi="Times New Roman"/>
                <w:sz w:val="24"/>
                <w:szCs w:val="24"/>
                <w:lang w:val="en-GB"/>
              </w:rPr>
              <w:t>Iuridica</w:t>
            </w:r>
            <w:proofErr w:type="spellEnd"/>
            <w:r w:rsidRPr="00A224CB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224CB">
              <w:rPr>
                <w:rFonts w:ascii="Times New Roman" w:hAnsi="Times New Roman"/>
                <w:sz w:val="24"/>
                <w:szCs w:val="24"/>
                <w:lang w:val="en-GB"/>
              </w:rPr>
              <w:t>Lublinensia</w:t>
            </w:r>
            <w:proofErr w:type="spellEnd"/>
            <w:r w:rsidRPr="00A224CB">
              <w:rPr>
                <w:rFonts w:ascii="Times New Roman" w:hAnsi="Times New Roman"/>
                <w:sz w:val="24"/>
                <w:szCs w:val="24"/>
                <w:lang w:val="en-GB"/>
              </w:rPr>
              <w:t>, Vol XXX, No 4 (2021), p. 33-47.</w:t>
            </w:r>
          </w:p>
          <w:p w:rsidRPr="0066796A" w:rsidR="00CC4B67" w:rsidP="00CC4B67" w:rsidRDefault="00CC4B67" w14:paraId="0EE411F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5CC2">
              <w:rPr>
                <w:rFonts w:ascii="Corbel" w:hAnsi="Corbel"/>
                <w:color w:val="000000" w:themeColor="text1"/>
                <w:sz w:val="24"/>
                <w:szCs w:val="24"/>
              </w:rPr>
              <w:t>Hołyst</w:t>
            </w:r>
            <w:proofErr w:type="spellEnd"/>
            <w:r w:rsidRPr="00DB5CC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B., </w:t>
            </w:r>
            <w:r w:rsidRPr="00DB5CC2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Kryminologia</w:t>
            </w:r>
            <w:r w:rsidRPr="00DB5CC2">
              <w:rPr>
                <w:rFonts w:ascii="Corbel" w:hAnsi="Corbel"/>
                <w:color w:val="000000" w:themeColor="text1"/>
                <w:sz w:val="24"/>
                <w:szCs w:val="24"/>
              </w:rPr>
              <w:t>, PWN, Warszawa 2016.</w:t>
            </w:r>
          </w:p>
          <w:p w:rsidRPr="00DB5CC2" w:rsidR="00CC4B67" w:rsidP="00CC4B67" w:rsidRDefault="00CC4B67" w14:paraId="5E91A052" w14:textId="77777777">
            <w:pPr>
              <w:spacing w:after="0" w:line="240" w:lineRule="auto"/>
              <w:contextualSpacing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B5CC2">
              <w:rPr>
                <w:rFonts w:ascii="Corbel" w:hAnsi="Corbel"/>
                <w:color w:val="000000" w:themeColor="text1"/>
                <w:sz w:val="24"/>
                <w:szCs w:val="24"/>
              </w:rPr>
              <w:t>Hołyst</w:t>
            </w:r>
            <w:proofErr w:type="spellEnd"/>
            <w:r w:rsidRPr="00DB5CC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B., </w:t>
            </w:r>
            <w:r w:rsidRPr="00DB5CC2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Suicydologia</w:t>
            </w:r>
            <w:r w:rsidRPr="00DB5CC2">
              <w:rPr>
                <w:rFonts w:ascii="Corbel" w:hAnsi="Corbel"/>
                <w:color w:val="000000" w:themeColor="text1"/>
                <w:sz w:val="24"/>
                <w:szCs w:val="24"/>
              </w:rPr>
              <w:t>, Wolters Kluwer, Warszawa 2011.</w:t>
            </w:r>
          </w:p>
          <w:p w:rsidR="00CC4B67" w:rsidP="00CC4B67" w:rsidRDefault="00CC4B67" w14:paraId="13C04C19" w14:textId="77777777">
            <w:pPr>
              <w:spacing w:after="0" w:line="240" w:lineRule="auto"/>
              <w:contextualSpacing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B5CC2">
              <w:rPr>
                <w:rFonts w:ascii="Corbel" w:hAnsi="Corbel"/>
                <w:color w:val="000000" w:themeColor="text1"/>
                <w:sz w:val="24"/>
                <w:szCs w:val="24"/>
              </w:rPr>
              <w:t>Hołyst</w:t>
            </w:r>
            <w:proofErr w:type="spellEnd"/>
            <w:r w:rsidRPr="00DB5CC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B., </w:t>
            </w:r>
            <w:r w:rsidRPr="00DB5CC2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Wiktymologia</w:t>
            </w:r>
            <w:r w:rsidRPr="00DB5CC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B5CC2">
              <w:rPr>
                <w:rFonts w:ascii="Corbel" w:hAnsi="Corbel"/>
                <w:color w:val="000000" w:themeColor="text1"/>
                <w:sz w:val="24"/>
                <w:szCs w:val="24"/>
              </w:rPr>
              <w:t>LexisNexis</w:t>
            </w:r>
            <w:proofErr w:type="spellEnd"/>
            <w:r w:rsidRPr="00DB5CC2">
              <w:rPr>
                <w:rFonts w:ascii="Corbel" w:hAnsi="Corbel"/>
                <w:color w:val="000000" w:themeColor="text1"/>
                <w:sz w:val="24"/>
                <w:szCs w:val="24"/>
              </w:rPr>
              <w:t>, Warszawa 2015</w:t>
            </w:r>
            <w:r w:rsidR="00C40EB8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  <w:p w:rsidR="00C40EB8" w:rsidP="00C40EB8" w:rsidRDefault="00C40EB8" w14:paraId="53341A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09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 w:rsidRPr="008309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309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 model ekspertyzy pismoznawczej. Wykorzystanie nowych metod i technik badawczych</w:t>
            </w:r>
            <w:r w:rsidRPr="008309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Polskiego Towarzystwa Kryminalistycznego, Warszawa 2020r.</w:t>
            </w:r>
          </w:p>
          <w:p w:rsidRPr="00C40EB8" w:rsidR="00C40EB8" w:rsidP="00C40EB8" w:rsidRDefault="00C40EB8" w14:paraId="10EB40E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584">
              <w:rPr>
                <w:rFonts w:ascii="Corbel" w:hAnsi="Corbel"/>
                <w:b w:val="0"/>
                <w:smallCaps w:val="0"/>
                <w:szCs w:val="24"/>
              </w:rPr>
              <w:t>Goc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>, Moszczyński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14741">
              <w:rPr>
                <w:rFonts w:ascii="Corbel" w:hAnsi="Corbel"/>
                <w:b w:val="0"/>
                <w:i/>
                <w:smallCaps w:val="0"/>
                <w:szCs w:val="24"/>
              </w:rPr>
              <w:t>Ślady kryminalistyczne. Ujawnianie, zabezpieczanie, wykorzystywanie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C57584">
              <w:rPr>
                <w:rFonts w:ascii="Corbel" w:hAnsi="Corbel"/>
                <w:b w:val="0"/>
                <w:smallCaps w:val="0"/>
                <w:szCs w:val="24"/>
              </w:rPr>
              <w:t>Diffin</w:t>
            </w:r>
            <w:proofErr w:type="spellEnd"/>
            <w:r w:rsidRPr="00C57584">
              <w:rPr>
                <w:rFonts w:ascii="Corbel" w:hAnsi="Corbel"/>
                <w:b w:val="0"/>
                <w:smallCaps w:val="0"/>
                <w:szCs w:val="24"/>
              </w:rPr>
              <w:t>, Warszawa 2007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DB5CC2" w:rsidR="00CC4B67" w:rsidP="00CC4B67" w:rsidRDefault="00CC4B67" w14:paraId="2C26BCA9" w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B5CC2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>Przestępstwa przeciwko życiu i zdrowiu. As</w:t>
            </w:r>
            <w:r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>pekty prawne, kryminologiczne i </w:t>
            </w:r>
            <w:r w:rsidRPr="00DB5CC2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kryminalistyczne, </w:t>
            </w:r>
            <w:r w:rsidRPr="00DB5CC2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red. D. Semków, Warszawa 2019.</w:t>
            </w:r>
          </w:p>
          <w:p w:rsidRPr="00DB5CC2" w:rsidR="00CC4B67" w:rsidP="00CC4B67" w:rsidRDefault="00CC4B67" w14:paraId="65205CD5" w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 xml:space="preserve">Kułak I., </w:t>
            </w:r>
            <w:r w:rsidRPr="00CC4B67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>Zamachy na nietykalność osobistą dyplomatów i placówki dyplomatyczne – aspekty kryminologiczne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 xml:space="preserve">, [w:] </w:t>
            </w:r>
            <w:r w:rsidRPr="00DB5CC2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>Przestępstwa przeciwko życiu i zdrowiu. As</w:t>
            </w:r>
            <w:r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>pekty prawne, kryminologiczne i </w:t>
            </w:r>
            <w:r w:rsidRPr="00DB5CC2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kryminalistyczne. Tom II,  </w:t>
            </w:r>
            <w:r w:rsidRPr="00DB5CC2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red. D. Semków, I. Kułak, Rzeszów 2020.</w:t>
            </w:r>
          </w:p>
          <w:p w:rsidRPr="00DB5CC2" w:rsidR="00CC4B67" w:rsidP="00CC4B67" w:rsidRDefault="00CC4B67" w14:paraId="2596557C" w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B5CC2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>Przestępstwa przeciwko życiu i zdrowiu. As</w:t>
            </w:r>
            <w:r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>pekty prawne, kryminologiczne i </w:t>
            </w:r>
            <w:r w:rsidRPr="00DB5CC2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kryminalistyczne. Tom II,  </w:t>
            </w:r>
            <w:r w:rsidRPr="00DB5CC2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red. D. Semków, I. Kułak, Rzeszów 2020.</w:t>
            </w:r>
          </w:p>
          <w:p w:rsidRPr="00DB5CC2" w:rsidR="00CC4B67" w:rsidP="00CC4B67" w:rsidRDefault="00CC4B67" w14:paraId="135A446D" w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B5CC2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>Przestępstwa przeciwko życiu i zdrowiu. As</w:t>
            </w:r>
            <w:r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>pekty prawne, kryminologiczne i </w:t>
            </w:r>
            <w:r w:rsidRPr="00DB5CC2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kryminalistyczne. Tom III,  </w:t>
            </w:r>
            <w:r w:rsidRPr="00DB5CC2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red. D. Semków, I. Kułak, Rzeszów 2020.</w:t>
            </w:r>
          </w:p>
          <w:p w:rsidRPr="00DB5CC2" w:rsidR="00CC4B67" w:rsidP="00CC4B67" w:rsidRDefault="00CC4B67" w14:paraId="08FFBCE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CC2">
              <w:rPr>
                <w:rFonts w:ascii="Corbel" w:hAnsi="Corbel"/>
                <w:sz w:val="24"/>
                <w:szCs w:val="24"/>
              </w:rPr>
              <w:t xml:space="preserve">Semków D., </w:t>
            </w:r>
            <w:r w:rsidRPr="00DB5CC2">
              <w:rPr>
                <w:rFonts w:ascii="Corbel" w:hAnsi="Corbel"/>
                <w:i/>
                <w:sz w:val="24"/>
                <w:szCs w:val="24"/>
              </w:rPr>
              <w:t>Fałsz materialny dokumentu. Aspekty prawne i kryminalistyczne</w:t>
            </w:r>
            <w:r w:rsidRPr="00DB5CC2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"Przegląd Prawno-Ekonomiczny" (</w:t>
            </w:r>
            <w:proofErr w:type="spellStart"/>
            <w:r w:rsidRPr="00DB5CC2">
              <w:rPr>
                <w:rFonts w:ascii="Corbel" w:hAnsi="Corbel"/>
                <w:sz w:val="24"/>
                <w:szCs w:val="24"/>
              </w:rPr>
              <w:t>Review</w:t>
            </w:r>
            <w:proofErr w:type="spellEnd"/>
            <w:r w:rsidRPr="00DB5CC2">
              <w:rPr>
                <w:rFonts w:ascii="Corbel" w:hAnsi="Corbel"/>
                <w:sz w:val="24"/>
                <w:szCs w:val="24"/>
              </w:rPr>
              <w:t xml:space="preserve"> of Law, Business &amp; </w:t>
            </w:r>
            <w:proofErr w:type="spellStart"/>
            <w:r w:rsidRPr="00DB5CC2">
              <w:rPr>
                <w:rFonts w:ascii="Corbel" w:hAnsi="Corbel"/>
                <w:sz w:val="24"/>
                <w:szCs w:val="24"/>
              </w:rPr>
              <w:t>Economcs</w:t>
            </w:r>
            <w:proofErr w:type="spellEnd"/>
            <w:r w:rsidRPr="00DB5CC2">
              <w:rPr>
                <w:rFonts w:ascii="Corbel" w:hAnsi="Corbel"/>
                <w:sz w:val="24"/>
                <w:szCs w:val="24"/>
              </w:rPr>
              <w:t>), nr 46 (1/2019).</w:t>
            </w:r>
          </w:p>
          <w:p w:rsidR="00CC4B67" w:rsidP="00CC4B67" w:rsidRDefault="00CC4B67" w14:paraId="55FF93D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DB5CC2">
              <w:rPr>
                <w:rFonts w:ascii="Corbel" w:hAnsi="Corbel"/>
                <w:sz w:val="24"/>
                <w:szCs w:val="24"/>
                <w:lang w:val="en-US"/>
              </w:rPr>
              <w:t>Semków</w:t>
            </w:r>
            <w:proofErr w:type="spellEnd"/>
            <w:r w:rsidRPr="00DB5CC2">
              <w:rPr>
                <w:rFonts w:ascii="Corbel" w:hAnsi="Corbel"/>
                <w:sz w:val="24"/>
                <w:szCs w:val="24"/>
                <w:lang w:val="en-US"/>
              </w:rPr>
              <w:t xml:space="preserve"> D., </w:t>
            </w:r>
            <w:r w:rsidRPr="00DB5CC2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New </w:t>
            </w:r>
            <w:proofErr w:type="spellStart"/>
            <w:r w:rsidRPr="00DB5CC2">
              <w:rPr>
                <w:rFonts w:ascii="Corbel" w:hAnsi="Corbel"/>
                <w:i/>
                <w:sz w:val="24"/>
                <w:szCs w:val="24"/>
                <w:lang w:val="en-US"/>
              </w:rPr>
              <w:t>psychoaktive</w:t>
            </w:r>
            <w:proofErr w:type="spellEnd"/>
            <w:r w:rsidRPr="00DB5CC2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substances. The phenomenon development and the </w:t>
            </w:r>
            <w:proofErr w:type="spellStart"/>
            <w:r w:rsidRPr="00DB5CC2">
              <w:rPr>
                <w:rFonts w:ascii="Corbel" w:hAnsi="Corbel"/>
                <w:i/>
                <w:sz w:val="24"/>
                <w:szCs w:val="24"/>
                <w:lang w:val="en-US"/>
              </w:rPr>
              <w:t>insttitutional</w:t>
            </w:r>
            <w:proofErr w:type="spellEnd"/>
            <w:r w:rsidRPr="00DB5CC2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and legal </w:t>
            </w:r>
            <w:proofErr w:type="spellStart"/>
            <w:r w:rsidRPr="00DB5CC2">
              <w:rPr>
                <w:rFonts w:ascii="Corbel" w:hAnsi="Corbel"/>
                <w:i/>
                <w:sz w:val="24"/>
                <w:szCs w:val="24"/>
                <w:lang w:val="en-US"/>
              </w:rPr>
              <w:t>mechanizm</w:t>
            </w:r>
            <w:proofErr w:type="spellEnd"/>
            <w:r w:rsidRPr="00DB5CC2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for its prevention</w:t>
            </w:r>
            <w:r w:rsidRPr="00DB5CC2">
              <w:rPr>
                <w:rFonts w:ascii="Corbel" w:hAnsi="Corbel"/>
                <w:sz w:val="24"/>
                <w:szCs w:val="24"/>
                <w:lang w:val="en-US"/>
              </w:rPr>
              <w:t>, “Journal of Modern Science”, no 1/40/2019, 2019.</w:t>
            </w:r>
          </w:p>
          <w:p w:rsidRPr="00DB5CC2" w:rsidR="00DB5CC2" w:rsidP="00CC4B67" w:rsidRDefault="00CC4B67" w14:paraId="48D7340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DB5CC2">
              <w:rPr>
                <w:rFonts w:ascii="Corbel" w:hAnsi="Corbel"/>
                <w:sz w:val="24"/>
                <w:szCs w:val="24"/>
                <w:lang w:val="en-US"/>
              </w:rPr>
              <w:t>Semków</w:t>
            </w:r>
            <w:proofErr w:type="spellEnd"/>
            <w:r w:rsidRPr="00DB5CC2">
              <w:rPr>
                <w:rFonts w:ascii="Corbel" w:hAnsi="Corbel"/>
                <w:sz w:val="24"/>
                <w:szCs w:val="24"/>
                <w:lang w:val="en-US"/>
              </w:rPr>
              <w:t xml:space="preserve"> D., </w:t>
            </w:r>
            <w:r w:rsidRPr="00DB5CC2">
              <w:rPr>
                <w:rFonts w:ascii="Corbel" w:hAnsi="Corbel"/>
                <w:i/>
                <w:sz w:val="24"/>
                <w:szCs w:val="24"/>
                <w:lang w:val="en-US"/>
              </w:rPr>
              <w:t>Tactical and Criminalistic Aspects of Police Negotiations in Crisis Situations</w:t>
            </w:r>
            <w:r w:rsidRPr="00DB5CC2">
              <w:rPr>
                <w:rFonts w:ascii="Corbel" w:hAnsi="Corbel"/>
                <w:sz w:val="24"/>
                <w:szCs w:val="24"/>
                <w:lang w:val="en-US"/>
              </w:rPr>
              <w:t>, "Humanities and Social Sciences”, no 4/2018.</w:t>
            </w:r>
          </w:p>
        </w:tc>
      </w:tr>
    </w:tbl>
    <w:p w:rsidRPr="00DB5CC2" w:rsidR="0085747A" w:rsidP="009C54AE" w:rsidRDefault="0085747A" w14:paraId="44CEA17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Pr="00DB5CC2" w:rsidR="0085747A" w:rsidP="009C54AE" w:rsidRDefault="0085747A" w14:paraId="46156DC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Pr="009C54AE" w:rsidR="0085747A" w:rsidP="00F83B28" w:rsidRDefault="0085747A" w14:paraId="3F2185CC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61940" w:rsidP="00C16ABF" w:rsidRDefault="00D61940" w14:paraId="5686121E" w14:textId="77777777">
      <w:pPr>
        <w:spacing w:after="0" w:line="240" w:lineRule="auto"/>
      </w:pPr>
      <w:r>
        <w:separator/>
      </w:r>
    </w:p>
  </w:endnote>
  <w:endnote w:type="continuationSeparator" w:id="0">
    <w:p w:rsidR="00D61940" w:rsidP="00C16ABF" w:rsidRDefault="00D61940" w14:paraId="5D7B8E2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61940" w:rsidP="00C16ABF" w:rsidRDefault="00D61940" w14:paraId="70E562C5" w14:textId="77777777">
      <w:pPr>
        <w:spacing w:after="0" w:line="240" w:lineRule="auto"/>
      </w:pPr>
      <w:r>
        <w:separator/>
      </w:r>
    </w:p>
  </w:footnote>
  <w:footnote w:type="continuationSeparator" w:id="0">
    <w:p w:rsidR="00D61940" w:rsidP="00C16ABF" w:rsidRDefault="00D61940" w14:paraId="61EBDBA0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492087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760"/>
    <w:rsid w:val="00015B8F"/>
    <w:rsid w:val="00022ECE"/>
    <w:rsid w:val="00040FB8"/>
    <w:rsid w:val="00042A51"/>
    <w:rsid w:val="00042D2E"/>
    <w:rsid w:val="00044C82"/>
    <w:rsid w:val="00052066"/>
    <w:rsid w:val="00070ED6"/>
    <w:rsid w:val="000742DC"/>
    <w:rsid w:val="00084C12"/>
    <w:rsid w:val="00086904"/>
    <w:rsid w:val="0009462C"/>
    <w:rsid w:val="00094B12"/>
    <w:rsid w:val="00096C46"/>
    <w:rsid w:val="000A225E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A40"/>
    <w:rsid w:val="00124BFF"/>
    <w:rsid w:val="0012560E"/>
    <w:rsid w:val="00127108"/>
    <w:rsid w:val="00134B13"/>
    <w:rsid w:val="00136047"/>
    <w:rsid w:val="00146BC0"/>
    <w:rsid w:val="00153905"/>
    <w:rsid w:val="00153C41"/>
    <w:rsid w:val="00154381"/>
    <w:rsid w:val="001640A7"/>
    <w:rsid w:val="00164FA7"/>
    <w:rsid w:val="00166A03"/>
    <w:rsid w:val="001718A7"/>
    <w:rsid w:val="001737CF"/>
    <w:rsid w:val="00176083"/>
    <w:rsid w:val="001809F1"/>
    <w:rsid w:val="00192F37"/>
    <w:rsid w:val="001A70D2"/>
    <w:rsid w:val="001D657B"/>
    <w:rsid w:val="001D7B54"/>
    <w:rsid w:val="001E0209"/>
    <w:rsid w:val="001F1CE7"/>
    <w:rsid w:val="001F2CA2"/>
    <w:rsid w:val="002144C0"/>
    <w:rsid w:val="00221A38"/>
    <w:rsid w:val="0022477D"/>
    <w:rsid w:val="0022667B"/>
    <w:rsid w:val="002278A9"/>
    <w:rsid w:val="00232267"/>
    <w:rsid w:val="002336F9"/>
    <w:rsid w:val="0024028F"/>
    <w:rsid w:val="00242DAE"/>
    <w:rsid w:val="00244ABC"/>
    <w:rsid w:val="00247CAB"/>
    <w:rsid w:val="002669AF"/>
    <w:rsid w:val="00275CDA"/>
    <w:rsid w:val="00281FF2"/>
    <w:rsid w:val="002857DE"/>
    <w:rsid w:val="002912A0"/>
    <w:rsid w:val="00291567"/>
    <w:rsid w:val="002A22BF"/>
    <w:rsid w:val="002A2389"/>
    <w:rsid w:val="002A671D"/>
    <w:rsid w:val="002B4D55"/>
    <w:rsid w:val="002B4F15"/>
    <w:rsid w:val="002B5EA0"/>
    <w:rsid w:val="002B6119"/>
    <w:rsid w:val="002C1F06"/>
    <w:rsid w:val="002D3375"/>
    <w:rsid w:val="002D73D4"/>
    <w:rsid w:val="002F02A3"/>
    <w:rsid w:val="002F3C6B"/>
    <w:rsid w:val="002F4ABE"/>
    <w:rsid w:val="003018BA"/>
    <w:rsid w:val="0030395F"/>
    <w:rsid w:val="0030576F"/>
    <w:rsid w:val="00305C92"/>
    <w:rsid w:val="003151C5"/>
    <w:rsid w:val="0032186C"/>
    <w:rsid w:val="00330366"/>
    <w:rsid w:val="003343CF"/>
    <w:rsid w:val="00346FE9"/>
    <w:rsid w:val="0034759A"/>
    <w:rsid w:val="003503F6"/>
    <w:rsid w:val="003530DD"/>
    <w:rsid w:val="00363C0D"/>
    <w:rsid w:val="00363F78"/>
    <w:rsid w:val="003A0A5B"/>
    <w:rsid w:val="003A1176"/>
    <w:rsid w:val="003C0BAE"/>
    <w:rsid w:val="003C1880"/>
    <w:rsid w:val="003C7932"/>
    <w:rsid w:val="003D18A9"/>
    <w:rsid w:val="003D6CE2"/>
    <w:rsid w:val="003E1941"/>
    <w:rsid w:val="003E1E97"/>
    <w:rsid w:val="003E2FE6"/>
    <w:rsid w:val="003E49D5"/>
    <w:rsid w:val="003E6851"/>
    <w:rsid w:val="003F205D"/>
    <w:rsid w:val="003F28F4"/>
    <w:rsid w:val="003F38C0"/>
    <w:rsid w:val="004107CC"/>
    <w:rsid w:val="00414E3C"/>
    <w:rsid w:val="0042244A"/>
    <w:rsid w:val="0042317A"/>
    <w:rsid w:val="0042745A"/>
    <w:rsid w:val="00431D5C"/>
    <w:rsid w:val="004362C6"/>
    <w:rsid w:val="00437FA2"/>
    <w:rsid w:val="00445970"/>
    <w:rsid w:val="004560D0"/>
    <w:rsid w:val="00461EFC"/>
    <w:rsid w:val="00463C2D"/>
    <w:rsid w:val="004652C2"/>
    <w:rsid w:val="004706D1"/>
    <w:rsid w:val="00471326"/>
    <w:rsid w:val="004737A5"/>
    <w:rsid w:val="0047598D"/>
    <w:rsid w:val="00476B1F"/>
    <w:rsid w:val="004838D6"/>
    <w:rsid w:val="004840FD"/>
    <w:rsid w:val="00490F7D"/>
    <w:rsid w:val="00491678"/>
    <w:rsid w:val="004968E2"/>
    <w:rsid w:val="004A3EEA"/>
    <w:rsid w:val="004A4D1F"/>
    <w:rsid w:val="004D4DA2"/>
    <w:rsid w:val="004D5282"/>
    <w:rsid w:val="004E36BD"/>
    <w:rsid w:val="004F1551"/>
    <w:rsid w:val="004F55A3"/>
    <w:rsid w:val="0050496F"/>
    <w:rsid w:val="00513B6F"/>
    <w:rsid w:val="00517C63"/>
    <w:rsid w:val="00531EE1"/>
    <w:rsid w:val="005363C4"/>
    <w:rsid w:val="00536BDE"/>
    <w:rsid w:val="00543ACC"/>
    <w:rsid w:val="00553797"/>
    <w:rsid w:val="00554185"/>
    <w:rsid w:val="0056696D"/>
    <w:rsid w:val="0059484D"/>
    <w:rsid w:val="005A0855"/>
    <w:rsid w:val="005A133C"/>
    <w:rsid w:val="005A3196"/>
    <w:rsid w:val="005C080F"/>
    <w:rsid w:val="005C55E5"/>
    <w:rsid w:val="005C696A"/>
    <w:rsid w:val="005E3FBE"/>
    <w:rsid w:val="005E6E85"/>
    <w:rsid w:val="005E6EF4"/>
    <w:rsid w:val="005F31D2"/>
    <w:rsid w:val="00600651"/>
    <w:rsid w:val="0061029B"/>
    <w:rsid w:val="00617230"/>
    <w:rsid w:val="00621CE1"/>
    <w:rsid w:val="00627FC9"/>
    <w:rsid w:val="0063584C"/>
    <w:rsid w:val="00647FA8"/>
    <w:rsid w:val="00650C5F"/>
    <w:rsid w:val="00654934"/>
    <w:rsid w:val="00655408"/>
    <w:rsid w:val="006620D9"/>
    <w:rsid w:val="00671958"/>
    <w:rsid w:val="00675843"/>
    <w:rsid w:val="00696477"/>
    <w:rsid w:val="006B060F"/>
    <w:rsid w:val="006B607E"/>
    <w:rsid w:val="006D050F"/>
    <w:rsid w:val="006D2184"/>
    <w:rsid w:val="006D6139"/>
    <w:rsid w:val="006E5D65"/>
    <w:rsid w:val="006F03C2"/>
    <w:rsid w:val="006F1282"/>
    <w:rsid w:val="006F1FBC"/>
    <w:rsid w:val="006F31E2"/>
    <w:rsid w:val="00706544"/>
    <w:rsid w:val="007072BA"/>
    <w:rsid w:val="0070786B"/>
    <w:rsid w:val="0071620A"/>
    <w:rsid w:val="007227F3"/>
    <w:rsid w:val="00724677"/>
    <w:rsid w:val="00725459"/>
    <w:rsid w:val="007327BD"/>
    <w:rsid w:val="00734608"/>
    <w:rsid w:val="007355AE"/>
    <w:rsid w:val="00742E1B"/>
    <w:rsid w:val="00745302"/>
    <w:rsid w:val="007461D6"/>
    <w:rsid w:val="00746EC8"/>
    <w:rsid w:val="00763BF1"/>
    <w:rsid w:val="00766FD4"/>
    <w:rsid w:val="00772FB6"/>
    <w:rsid w:val="0078168C"/>
    <w:rsid w:val="00787C2A"/>
    <w:rsid w:val="00790E27"/>
    <w:rsid w:val="007A4022"/>
    <w:rsid w:val="007A4163"/>
    <w:rsid w:val="007A5948"/>
    <w:rsid w:val="007A6E6E"/>
    <w:rsid w:val="007B4E85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5307"/>
    <w:rsid w:val="00872306"/>
    <w:rsid w:val="00884922"/>
    <w:rsid w:val="00885F64"/>
    <w:rsid w:val="0089107F"/>
    <w:rsid w:val="008917F9"/>
    <w:rsid w:val="008A45F7"/>
    <w:rsid w:val="008B0465"/>
    <w:rsid w:val="008C0CC0"/>
    <w:rsid w:val="008C19A9"/>
    <w:rsid w:val="008C379D"/>
    <w:rsid w:val="008C5147"/>
    <w:rsid w:val="008C5359"/>
    <w:rsid w:val="008C5363"/>
    <w:rsid w:val="008C553B"/>
    <w:rsid w:val="008D3DFB"/>
    <w:rsid w:val="008E64F4"/>
    <w:rsid w:val="008F12C9"/>
    <w:rsid w:val="008F6E29"/>
    <w:rsid w:val="00916188"/>
    <w:rsid w:val="00916DCD"/>
    <w:rsid w:val="00923D7D"/>
    <w:rsid w:val="00924431"/>
    <w:rsid w:val="00925619"/>
    <w:rsid w:val="0093259D"/>
    <w:rsid w:val="0094189A"/>
    <w:rsid w:val="009425D3"/>
    <w:rsid w:val="009508DF"/>
    <w:rsid w:val="00950DAC"/>
    <w:rsid w:val="00954A07"/>
    <w:rsid w:val="00957774"/>
    <w:rsid w:val="00997F14"/>
    <w:rsid w:val="009A78D9"/>
    <w:rsid w:val="009A7B7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F6A"/>
    <w:rsid w:val="00A43BF6"/>
    <w:rsid w:val="00A459BA"/>
    <w:rsid w:val="00A53FA5"/>
    <w:rsid w:val="00A54817"/>
    <w:rsid w:val="00A563A4"/>
    <w:rsid w:val="00A601C8"/>
    <w:rsid w:val="00A60799"/>
    <w:rsid w:val="00A84C85"/>
    <w:rsid w:val="00A97DE1"/>
    <w:rsid w:val="00AB053C"/>
    <w:rsid w:val="00AB64A5"/>
    <w:rsid w:val="00AC433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CE9"/>
    <w:rsid w:val="00B144DE"/>
    <w:rsid w:val="00B3130B"/>
    <w:rsid w:val="00B40ADB"/>
    <w:rsid w:val="00B43B77"/>
    <w:rsid w:val="00B43E80"/>
    <w:rsid w:val="00B56D73"/>
    <w:rsid w:val="00B57306"/>
    <w:rsid w:val="00B607DB"/>
    <w:rsid w:val="00B630BC"/>
    <w:rsid w:val="00B66529"/>
    <w:rsid w:val="00B66A21"/>
    <w:rsid w:val="00B75904"/>
    <w:rsid w:val="00B75946"/>
    <w:rsid w:val="00B8056E"/>
    <w:rsid w:val="00B819C8"/>
    <w:rsid w:val="00B82308"/>
    <w:rsid w:val="00B90885"/>
    <w:rsid w:val="00BB520A"/>
    <w:rsid w:val="00BC3B4C"/>
    <w:rsid w:val="00BD3869"/>
    <w:rsid w:val="00BD66E9"/>
    <w:rsid w:val="00BD6FF4"/>
    <w:rsid w:val="00BF2C41"/>
    <w:rsid w:val="00C058B4"/>
    <w:rsid w:val="00C05F44"/>
    <w:rsid w:val="00C1318F"/>
    <w:rsid w:val="00C131B5"/>
    <w:rsid w:val="00C16ABF"/>
    <w:rsid w:val="00C170AE"/>
    <w:rsid w:val="00C26CB7"/>
    <w:rsid w:val="00C31A7E"/>
    <w:rsid w:val="00C324C1"/>
    <w:rsid w:val="00C36992"/>
    <w:rsid w:val="00C40EB8"/>
    <w:rsid w:val="00C56036"/>
    <w:rsid w:val="00C61DC5"/>
    <w:rsid w:val="00C67E92"/>
    <w:rsid w:val="00C70A26"/>
    <w:rsid w:val="00C766DF"/>
    <w:rsid w:val="00C91EB7"/>
    <w:rsid w:val="00C93A1C"/>
    <w:rsid w:val="00C94B98"/>
    <w:rsid w:val="00CA2B96"/>
    <w:rsid w:val="00CA5089"/>
    <w:rsid w:val="00CA56E5"/>
    <w:rsid w:val="00CC4B67"/>
    <w:rsid w:val="00CD6897"/>
    <w:rsid w:val="00CE5BAC"/>
    <w:rsid w:val="00CE69EE"/>
    <w:rsid w:val="00CF25BE"/>
    <w:rsid w:val="00CF78ED"/>
    <w:rsid w:val="00D02B25"/>
    <w:rsid w:val="00D02EBA"/>
    <w:rsid w:val="00D120AA"/>
    <w:rsid w:val="00D16A12"/>
    <w:rsid w:val="00D17C3C"/>
    <w:rsid w:val="00D26B2C"/>
    <w:rsid w:val="00D352C9"/>
    <w:rsid w:val="00D425B2"/>
    <w:rsid w:val="00D428D6"/>
    <w:rsid w:val="00D51EA1"/>
    <w:rsid w:val="00D552B2"/>
    <w:rsid w:val="00D608D1"/>
    <w:rsid w:val="00D61940"/>
    <w:rsid w:val="00D74119"/>
    <w:rsid w:val="00D8075B"/>
    <w:rsid w:val="00D815D0"/>
    <w:rsid w:val="00D8678B"/>
    <w:rsid w:val="00D96017"/>
    <w:rsid w:val="00DA2114"/>
    <w:rsid w:val="00DB5CC2"/>
    <w:rsid w:val="00DE09C0"/>
    <w:rsid w:val="00DE272A"/>
    <w:rsid w:val="00DE4A14"/>
    <w:rsid w:val="00DF320D"/>
    <w:rsid w:val="00DF71C8"/>
    <w:rsid w:val="00E129B8"/>
    <w:rsid w:val="00E142AF"/>
    <w:rsid w:val="00E21E7D"/>
    <w:rsid w:val="00E22FBC"/>
    <w:rsid w:val="00E24BF5"/>
    <w:rsid w:val="00E25338"/>
    <w:rsid w:val="00E26989"/>
    <w:rsid w:val="00E51E44"/>
    <w:rsid w:val="00E63348"/>
    <w:rsid w:val="00E739F9"/>
    <w:rsid w:val="00E742AA"/>
    <w:rsid w:val="00E77E29"/>
    <w:rsid w:val="00E77E88"/>
    <w:rsid w:val="00E8107D"/>
    <w:rsid w:val="00E922DD"/>
    <w:rsid w:val="00E960BB"/>
    <w:rsid w:val="00EA2074"/>
    <w:rsid w:val="00EA4832"/>
    <w:rsid w:val="00EA4E9D"/>
    <w:rsid w:val="00EB1DB2"/>
    <w:rsid w:val="00EC4899"/>
    <w:rsid w:val="00ED03AB"/>
    <w:rsid w:val="00ED272A"/>
    <w:rsid w:val="00ED32D2"/>
    <w:rsid w:val="00EE32DE"/>
    <w:rsid w:val="00EE5457"/>
    <w:rsid w:val="00EE5EBD"/>
    <w:rsid w:val="00EF67CB"/>
    <w:rsid w:val="00F070AB"/>
    <w:rsid w:val="00F17567"/>
    <w:rsid w:val="00F27A7B"/>
    <w:rsid w:val="00F526AF"/>
    <w:rsid w:val="00F617C3"/>
    <w:rsid w:val="00F7066B"/>
    <w:rsid w:val="00F82DC8"/>
    <w:rsid w:val="00F83B28"/>
    <w:rsid w:val="00F974DA"/>
    <w:rsid w:val="00FA46E5"/>
    <w:rsid w:val="00FB7DBA"/>
    <w:rsid w:val="00FC1C25"/>
    <w:rsid w:val="00FC3F45"/>
    <w:rsid w:val="00FD3CDC"/>
    <w:rsid w:val="00FD503F"/>
    <w:rsid w:val="00FD7589"/>
    <w:rsid w:val="00FF016A"/>
    <w:rsid w:val="00FF1401"/>
    <w:rsid w:val="00FF5E7D"/>
    <w:rsid w:val="042F2F91"/>
    <w:rsid w:val="082EB6E1"/>
    <w:rsid w:val="0E3D5557"/>
    <w:rsid w:val="0EEA6E99"/>
    <w:rsid w:val="0FB0AF66"/>
    <w:rsid w:val="1BC71D5E"/>
    <w:rsid w:val="22A1E818"/>
    <w:rsid w:val="241120BE"/>
    <w:rsid w:val="2A48500C"/>
    <w:rsid w:val="32AF9354"/>
    <w:rsid w:val="3C2134F8"/>
    <w:rsid w:val="3FE7A169"/>
    <w:rsid w:val="40993FE2"/>
    <w:rsid w:val="4C1E1703"/>
    <w:rsid w:val="4DDDCB36"/>
    <w:rsid w:val="54BF055E"/>
    <w:rsid w:val="5A46786C"/>
    <w:rsid w:val="62C69019"/>
    <w:rsid w:val="75190EBF"/>
    <w:rsid w:val="79EC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16A47"/>
  <w15:docId w15:val="{64336F6C-7645-4116-8CC2-39BBD697C08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FDA3A-0486-4389-A37E-8A20E2A11EF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10</revision>
  <lastPrinted>2019-02-06T12:12:00.0000000Z</lastPrinted>
  <dcterms:created xsi:type="dcterms:W3CDTF">2021-12-11T18:38:00.0000000Z</dcterms:created>
  <dcterms:modified xsi:type="dcterms:W3CDTF">2022-01-24T11:46:53.3928794Z</dcterms:modified>
</coreProperties>
</file>